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765F" w:rsidRDefault="00230BBD" w:rsidP="00244981">
      <w:pPr>
        <w:pStyle w:val="berschrift1"/>
        <w:spacing w:before="0" w:after="0" w:line="276" w:lineRule="auto"/>
        <w:jc w:val="left"/>
      </w:pPr>
      <w:r>
        <w:t>N</w:t>
      </w:r>
      <w:r w:rsidR="00F475BF">
        <w:t>eue</w:t>
      </w:r>
      <w:r>
        <w:t>r</w:t>
      </w:r>
      <w:r w:rsidR="00F475BF">
        <w:t xml:space="preserve"> </w:t>
      </w:r>
      <w:r w:rsidR="00550FA2" w:rsidRPr="00550FA2">
        <w:t xml:space="preserve">Wirtgen </w:t>
      </w:r>
      <w:r w:rsidR="00F73BC4" w:rsidRPr="00F73BC4">
        <w:t xml:space="preserve">Surface </w:t>
      </w:r>
      <w:proofErr w:type="spellStart"/>
      <w:r w:rsidR="00F73BC4" w:rsidRPr="00F73BC4">
        <w:t>Miner</w:t>
      </w:r>
      <w:proofErr w:type="spellEnd"/>
      <w:r w:rsidR="004F0394">
        <w:t xml:space="preserve"> </w:t>
      </w:r>
      <w:r w:rsidR="004F0394" w:rsidRPr="004F0394">
        <w:t>220</w:t>
      </w:r>
      <w:r w:rsidR="004F0394">
        <w:t> </w:t>
      </w:r>
      <w:r w:rsidR="004F0394" w:rsidRPr="004F0394">
        <w:t>SM</w:t>
      </w:r>
      <w:r w:rsidR="004F0394">
        <w:t> </w:t>
      </w:r>
      <w:r w:rsidR="004F0394" w:rsidRPr="004F0394">
        <w:t>3.8</w:t>
      </w:r>
      <w:r w:rsidR="004F0394">
        <w:t>/</w:t>
      </w:r>
      <w:r w:rsidR="00ED41C8">
        <w:t xml:space="preserve"> </w:t>
      </w:r>
      <w:r w:rsidR="00F475BF">
        <w:t>220</w:t>
      </w:r>
      <w:r w:rsidR="004F0394">
        <w:t> </w:t>
      </w:r>
      <w:proofErr w:type="spellStart"/>
      <w:r w:rsidR="00F475BF">
        <w:t>SM</w:t>
      </w:r>
      <w:r w:rsidR="00EA7D2E">
        <w:t>i</w:t>
      </w:r>
      <w:proofErr w:type="spellEnd"/>
      <w:r w:rsidR="004F0394">
        <w:t> </w:t>
      </w:r>
      <w:r w:rsidR="00F73BC4">
        <w:t>3.8</w:t>
      </w:r>
      <w:r w:rsidR="007D766C">
        <w:t xml:space="preserve">: </w:t>
      </w:r>
      <w:r w:rsidR="00F73BC4" w:rsidRPr="00F73BC4">
        <w:t xml:space="preserve">Maximale </w:t>
      </w:r>
      <w:r>
        <w:t>Leistung</w:t>
      </w:r>
      <w:r w:rsidR="00F73BC4" w:rsidRPr="00F73BC4">
        <w:t xml:space="preserve"> im Weichgestein</w:t>
      </w:r>
    </w:p>
    <w:p w:rsidR="002E765F" w:rsidRPr="00A80677" w:rsidRDefault="002E765F" w:rsidP="002E765F">
      <w:pPr>
        <w:pStyle w:val="Text"/>
      </w:pPr>
    </w:p>
    <w:p w:rsidR="00A073B4" w:rsidRDefault="003016F3" w:rsidP="00A073B4">
      <w:pPr>
        <w:pStyle w:val="Text"/>
        <w:spacing w:line="276" w:lineRule="auto"/>
        <w:rPr>
          <w:rStyle w:val="Hervorhebung"/>
        </w:rPr>
      </w:pPr>
      <w:r>
        <w:rPr>
          <w:rStyle w:val="Hervorhebung"/>
        </w:rPr>
        <w:t>Der Surface Miner</w:t>
      </w:r>
      <w:r w:rsidR="00F15918" w:rsidRPr="00F15918">
        <w:rPr>
          <w:rStyle w:val="Hervorhebung"/>
        </w:rPr>
        <w:t xml:space="preserve"> 220 SM</w:t>
      </w:r>
      <w:r w:rsidR="00B04B39">
        <w:rPr>
          <w:rStyle w:val="Hervorhebung"/>
        </w:rPr>
        <w:t xml:space="preserve"> 3.8</w:t>
      </w:r>
      <w:r w:rsidR="00F15918" w:rsidRPr="00F15918">
        <w:rPr>
          <w:rStyle w:val="Hervorhebung"/>
        </w:rPr>
        <w:t xml:space="preserve">/220 </w:t>
      </w:r>
      <w:proofErr w:type="spellStart"/>
      <w:r w:rsidR="00F15918" w:rsidRPr="00F15918">
        <w:rPr>
          <w:rStyle w:val="Hervorhebung"/>
        </w:rPr>
        <w:t>SMi</w:t>
      </w:r>
      <w:proofErr w:type="spellEnd"/>
      <w:r w:rsidR="00B04B39">
        <w:rPr>
          <w:rStyle w:val="Hervorhebung"/>
        </w:rPr>
        <w:t xml:space="preserve"> 3.8 </w:t>
      </w:r>
      <w:r w:rsidR="00E56DEB" w:rsidRPr="00E56DEB">
        <w:rPr>
          <w:rStyle w:val="Hervorhebung"/>
        </w:rPr>
        <w:t xml:space="preserve">baut Rohstoffe selektiv bis zu einer Schneidtiefe von 350 mm und bis zu einer </w:t>
      </w:r>
      <w:proofErr w:type="spellStart"/>
      <w:r w:rsidR="00E56DEB" w:rsidRPr="00E56DEB">
        <w:rPr>
          <w:rStyle w:val="Hervorhebung"/>
        </w:rPr>
        <w:t>einaxialen</w:t>
      </w:r>
      <w:proofErr w:type="spellEnd"/>
      <w:r w:rsidR="00E56DEB" w:rsidRPr="00E56DEB">
        <w:rPr>
          <w:rStyle w:val="Hervorhebung"/>
        </w:rPr>
        <w:t xml:space="preserve"> Druckfestigkeit von 35 MPa ab.</w:t>
      </w:r>
      <w:r w:rsidR="00933369">
        <w:rPr>
          <w:rStyle w:val="Hervorhebung"/>
        </w:rPr>
        <w:t xml:space="preserve"> </w:t>
      </w:r>
      <w:r w:rsidR="00B004D4">
        <w:rPr>
          <w:rStyle w:val="Hervorhebung"/>
        </w:rPr>
        <w:t xml:space="preserve">Durch das für den </w:t>
      </w:r>
      <w:r w:rsidR="00456EC9">
        <w:rPr>
          <w:rStyle w:val="Hervorhebung"/>
        </w:rPr>
        <w:t>Abbau im Weichgestein</w:t>
      </w:r>
      <w:r w:rsidR="00B004D4">
        <w:rPr>
          <w:rStyle w:val="Hervorhebung"/>
        </w:rPr>
        <w:t xml:space="preserve"> </w:t>
      </w:r>
      <w:r w:rsidR="00E40781">
        <w:rPr>
          <w:rStyle w:val="Hervorhebung"/>
        </w:rPr>
        <w:t xml:space="preserve">optimal ausgelegte </w:t>
      </w:r>
      <w:r w:rsidR="0077352A">
        <w:rPr>
          <w:rStyle w:val="Hervorhebung"/>
        </w:rPr>
        <w:t xml:space="preserve">3,8 m breite Schneidaggregat </w:t>
      </w:r>
      <w:r w:rsidR="00237B7A">
        <w:rPr>
          <w:rStyle w:val="Hervorhebung"/>
        </w:rPr>
        <w:t>ermöglicht</w:t>
      </w:r>
      <w:r w:rsidR="0077352A">
        <w:rPr>
          <w:rStyle w:val="Hervorhebung"/>
        </w:rPr>
        <w:t xml:space="preserve"> der </w:t>
      </w:r>
      <w:r w:rsidR="004631B3">
        <w:rPr>
          <w:rStyle w:val="Hervorhebung"/>
        </w:rPr>
        <w:t xml:space="preserve">kompakte </w:t>
      </w:r>
      <w:r w:rsidR="00237B7A">
        <w:rPr>
          <w:rStyle w:val="Hervorhebung"/>
        </w:rPr>
        <w:t>Surface Miner</w:t>
      </w:r>
      <w:r w:rsidR="00013073">
        <w:rPr>
          <w:rStyle w:val="Hervorhebung"/>
        </w:rPr>
        <w:t xml:space="preserve"> höchste Produktivität bei gleichzeitig geringen Betriebskosten</w:t>
      </w:r>
      <w:r w:rsidR="00C80114" w:rsidRPr="00C80114">
        <w:t xml:space="preserve"> </w:t>
      </w:r>
      <w:r w:rsidR="00C80114" w:rsidRPr="00C80114">
        <w:rPr>
          <w:rStyle w:val="Hervorhebung"/>
        </w:rPr>
        <w:t xml:space="preserve">und ist prädestiniert für den Einsatz </w:t>
      </w:r>
      <w:r w:rsidR="00C80114" w:rsidRPr="00AB1964">
        <w:rPr>
          <w:rStyle w:val="Hervorhebung"/>
        </w:rPr>
        <w:t xml:space="preserve">in </w:t>
      </w:r>
      <w:r w:rsidR="00AB1964" w:rsidRPr="00AB1964">
        <w:rPr>
          <w:rStyle w:val="Hervorhebung"/>
        </w:rPr>
        <w:t>kleinen</w:t>
      </w:r>
      <w:r w:rsidR="007560E5">
        <w:rPr>
          <w:rStyle w:val="Hervorhebung"/>
        </w:rPr>
        <w:t xml:space="preserve"> bis großen</w:t>
      </w:r>
      <w:r w:rsidR="00AB1964" w:rsidRPr="00AB1964">
        <w:rPr>
          <w:rStyle w:val="Hervorhebung"/>
        </w:rPr>
        <w:t xml:space="preserve"> </w:t>
      </w:r>
      <w:r w:rsidR="00C80114" w:rsidRPr="00AB1964">
        <w:rPr>
          <w:rStyle w:val="Hervorhebung"/>
        </w:rPr>
        <w:t>Bergbaubetrieben</w:t>
      </w:r>
      <w:r w:rsidR="00C80114" w:rsidRPr="00C80114">
        <w:rPr>
          <w:rStyle w:val="Hervorhebung"/>
        </w:rPr>
        <w:t>.</w:t>
      </w:r>
      <w:r w:rsidR="007560E5">
        <w:rPr>
          <w:rStyle w:val="Hervorhebung"/>
        </w:rPr>
        <w:t xml:space="preserve"> </w:t>
      </w:r>
    </w:p>
    <w:p w:rsidR="00A073B4" w:rsidRPr="0014683F" w:rsidRDefault="00A073B4" w:rsidP="00A073B4">
      <w:pPr>
        <w:pStyle w:val="Text"/>
        <w:spacing w:line="276" w:lineRule="auto"/>
      </w:pPr>
    </w:p>
    <w:p w:rsidR="00E45AA2" w:rsidRPr="00E45AA2" w:rsidRDefault="00225DF4" w:rsidP="00A073B4">
      <w:pPr>
        <w:pStyle w:val="Text"/>
        <w:spacing w:line="276" w:lineRule="auto"/>
        <w:rPr>
          <w:b/>
        </w:rPr>
      </w:pPr>
      <w:r w:rsidRPr="00225DF4">
        <w:rPr>
          <w:b/>
        </w:rPr>
        <w:t>Effizie</w:t>
      </w:r>
      <w:r w:rsidR="0051395B">
        <w:rPr>
          <w:b/>
        </w:rPr>
        <w:t>nte und ökologisch nachhaltige</w:t>
      </w:r>
      <w:r w:rsidRPr="00225DF4">
        <w:rPr>
          <w:b/>
        </w:rPr>
        <w:t xml:space="preserve"> </w:t>
      </w:r>
      <w:r w:rsidR="0051395B">
        <w:rPr>
          <w:b/>
        </w:rPr>
        <w:t>Rohstoffgewinnung</w:t>
      </w:r>
      <w:r w:rsidRPr="00225DF4">
        <w:rPr>
          <w:b/>
        </w:rPr>
        <w:t xml:space="preserve"> </w:t>
      </w:r>
    </w:p>
    <w:p w:rsidR="0040020E" w:rsidRDefault="00BE3AA1" w:rsidP="00A073B4">
      <w:pPr>
        <w:pStyle w:val="Text"/>
        <w:spacing w:line="276" w:lineRule="auto"/>
      </w:pPr>
      <w:r w:rsidRPr="00BE3AA1">
        <w:t xml:space="preserve">Dank der selektiven Gewinnung lassen sich </w:t>
      </w:r>
      <w:r w:rsidR="00205915">
        <w:t xml:space="preserve">die </w:t>
      </w:r>
      <w:r w:rsidRPr="00BE3AA1">
        <w:t xml:space="preserve">Rohstoffe in hoher Reinheit </w:t>
      </w:r>
      <w:r w:rsidR="007E2B68">
        <w:t>gewinnen</w:t>
      </w:r>
      <w:r w:rsidRPr="00BE3AA1">
        <w:t>.</w:t>
      </w:r>
      <w:r>
        <w:t xml:space="preserve"> </w:t>
      </w:r>
      <w:r w:rsidR="00B24783">
        <w:t xml:space="preserve">Das </w:t>
      </w:r>
      <w:r w:rsidR="009525F2">
        <w:t xml:space="preserve">umweltfreundlich </w:t>
      </w:r>
      <w:r w:rsidR="00B24783">
        <w:t>ohne Bohren und Sprengen</w:t>
      </w:r>
      <w:r w:rsidR="009525F2">
        <w:t xml:space="preserve"> </w:t>
      </w:r>
      <w:r w:rsidR="007E2B68">
        <w:t xml:space="preserve">geschnittene </w:t>
      </w:r>
      <w:r w:rsidR="009525F2">
        <w:t>Material</w:t>
      </w:r>
      <w:r w:rsidR="009E40C2">
        <w:t xml:space="preserve"> wird kontinuierlich im </w:t>
      </w:r>
      <w:proofErr w:type="spellStart"/>
      <w:r w:rsidR="009E40C2">
        <w:t>Windrow</w:t>
      </w:r>
      <w:proofErr w:type="spellEnd"/>
      <w:r w:rsidR="009E40C2">
        <w:t>-Verfahren hinter der Maschine abgelegt</w:t>
      </w:r>
      <w:r w:rsidR="0069520F">
        <w:t xml:space="preserve"> und anschließend </w:t>
      </w:r>
      <w:r w:rsidR="00541829">
        <w:t xml:space="preserve">mit anderen Geräten </w:t>
      </w:r>
      <w:r w:rsidR="00D13D88" w:rsidRPr="00D13D88">
        <w:t xml:space="preserve">auf </w:t>
      </w:r>
      <w:proofErr w:type="spellStart"/>
      <w:r w:rsidR="00D13D88" w:rsidRPr="00D13D88">
        <w:t>Skw</w:t>
      </w:r>
      <w:proofErr w:type="spellEnd"/>
      <w:r w:rsidR="00D13D88" w:rsidRPr="00D13D88">
        <w:t xml:space="preserve"> oder Lkw</w:t>
      </w:r>
      <w:r w:rsidR="00541829">
        <w:t xml:space="preserve"> verladen.</w:t>
      </w:r>
      <w:r w:rsidR="0068129C" w:rsidRPr="0068129C">
        <w:t xml:space="preserve"> </w:t>
      </w:r>
    </w:p>
    <w:p w:rsidR="0040020E" w:rsidRDefault="0040020E" w:rsidP="00A073B4">
      <w:pPr>
        <w:pStyle w:val="Text"/>
        <w:spacing w:line="276" w:lineRule="auto"/>
      </w:pPr>
    </w:p>
    <w:p w:rsidR="0005144C" w:rsidRDefault="00473E6A" w:rsidP="00E9063F">
      <w:pPr>
        <w:pStyle w:val="Text"/>
        <w:spacing w:line="276" w:lineRule="auto"/>
      </w:pPr>
      <w:r>
        <w:t>Der</w:t>
      </w:r>
      <w:r w:rsidR="001B36BE">
        <w:t xml:space="preserve"> Verzicht auf Bohren und Sprengen</w:t>
      </w:r>
      <w:r>
        <w:t xml:space="preserve"> ermöglicht </w:t>
      </w:r>
      <w:r w:rsidR="004631B3">
        <w:t xml:space="preserve">dabei </w:t>
      </w:r>
      <w:r w:rsidR="00933D41">
        <w:t xml:space="preserve">den </w:t>
      </w:r>
      <w:r w:rsidR="00933D41" w:rsidRPr="00933D41">
        <w:t>effiziente</w:t>
      </w:r>
      <w:r w:rsidR="00933D41">
        <w:t>n</w:t>
      </w:r>
      <w:r w:rsidR="00933D41" w:rsidRPr="00933D41">
        <w:t xml:space="preserve"> </w:t>
      </w:r>
      <w:r w:rsidR="007E2B68">
        <w:t>A</w:t>
      </w:r>
      <w:r w:rsidR="007E2B68" w:rsidRPr="00933D41">
        <w:t xml:space="preserve">bbau </w:t>
      </w:r>
      <w:r w:rsidR="001B4B8C" w:rsidRPr="001B4B8C">
        <w:t>bis dicht an Industrieflächen und andere Infrastruktur wie z. B. Pipelines oder Hochspannungsleitungen. Im Ergebnis bedeutet das eine optimierte Ausnutzung der Lagerstätte.</w:t>
      </w:r>
      <w:r w:rsidR="0040020E">
        <w:t xml:space="preserve"> </w:t>
      </w:r>
    </w:p>
    <w:p w:rsidR="00F70DBC" w:rsidRDefault="00F70DBC" w:rsidP="00A073B4">
      <w:pPr>
        <w:pStyle w:val="Text"/>
        <w:spacing w:line="276" w:lineRule="auto"/>
      </w:pPr>
    </w:p>
    <w:p w:rsidR="00346599" w:rsidRDefault="00BF3BCF" w:rsidP="00346599">
      <w:pPr>
        <w:pStyle w:val="Text"/>
        <w:spacing w:line="276" w:lineRule="auto"/>
        <w:rPr>
          <w:b/>
        </w:rPr>
      </w:pPr>
      <w:r>
        <w:rPr>
          <w:b/>
        </w:rPr>
        <w:t xml:space="preserve">Leistungsstarkes </w:t>
      </w:r>
      <w:r w:rsidR="00346599" w:rsidRPr="00346599">
        <w:rPr>
          <w:b/>
        </w:rPr>
        <w:t>Schneidwalzenaggregat</w:t>
      </w:r>
    </w:p>
    <w:p w:rsidR="00866D23" w:rsidRDefault="0040020E" w:rsidP="00115BF4">
      <w:pPr>
        <w:pStyle w:val="Text"/>
        <w:spacing w:line="276" w:lineRule="auto"/>
      </w:pPr>
      <w:r>
        <w:t>Die Schneidwalze ist speziell für anspruchsvolle</w:t>
      </w:r>
      <w:r w:rsidR="00BF3BCF">
        <w:t xml:space="preserve"> </w:t>
      </w:r>
      <w:proofErr w:type="spellStart"/>
      <w:r>
        <w:t>Windrow</w:t>
      </w:r>
      <w:proofErr w:type="spellEnd"/>
      <w:r>
        <w:t>-Anwendungen im Weichgestein, z.</w:t>
      </w:r>
      <w:r w:rsidR="00BF3BCF">
        <w:t xml:space="preserve"> </w:t>
      </w:r>
      <w:r>
        <w:t>B.</w:t>
      </w:r>
      <w:r w:rsidR="00BF3BCF">
        <w:t xml:space="preserve"> </w:t>
      </w:r>
      <w:r>
        <w:t xml:space="preserve">Kohle oder Salz, konzipiert. </w:t>
      </w:r>
      <w:r w:rsidR="00BF3BCF">
        <w:t>M</w:t>
      </w:r>
      <w:r w:rsidR="00E62EB7">
        <w:t>axima</w:t>
      </w:r>
      <w:r w:rsidR="00BF3BCF">
        <w:t xml:space="preserve">le </w:t>
      </w:r>
      <w:r>
        <w:t>Schneidleistung bei idealer Ausnutzung der Motorleistung</w:t>
      </w:r>
      <w:r w:rsidR="00BF3BCF">
        <w:t xml:space="preserve"> </w:t>
      </w:r>
      <w:r>
        <w:t>und geringem spezifischem Kraftstoffverbrauch</w:t>
      </w:r>
      <w:r w:rsidR="00E62EB7">
        <w:t xml:space="preserve"> </w:t>
      </w:r>
      <w:r w:rsidR="004733C4">
        <w:t>sind</w:t>
      </w:r>
      <w:r w:rsidR="00E62EB7">
        <w:t xml:space="preserve"> die Grundlage für die wirtschaftliche Gewinnung der Rohstoffe</w:t>
      </w:r>
      <w:r>
        <w:t>.</w:t>
      </w:r>
      <w:r w:rsidR="009B7BFF">
        <w:t xml:space="preserve"> </w:t>
      </w:r>
      <w:r w:rsidR="00115BF4">
        <w:t>Sechs verschieden einstellbare Schneidwalzendrehzahlen ermöglichen hierbei die optimale Anpassung an das abzubauende Material. Dies führt zu einer signifikanten</w:t>
      </w:r>
      <w:r w:rsidR="004E18DF">
        <w:t xml:space="preserve"> </w:t>
      </w:r>
      <w:r w:rsidR="00115BF4">
        <w:t xml:space="preserve">Reduzierung des </w:t>
      </w:r>
      <w:proofErr w:type="spellStart"/>
      <w:r w:rsidR="00115BF4">
        <w:t>Meißelverschleißes</w:t>
      </w:r>
      <w:proofErr w:type="spellEnd"/>
      <w:r w:rsidR="00115BF4">
        <w:t>, minimale</w:t>
      </w:r>
      <w:r w:rsidR="009F151F">
        <w:t>m</w:t>
      </w:r>
      <w:r w:rsidR="00115BF4">
        <w:t xml:space="preserve"> Dieselverbrauch</w:t>
      </w:r>
      <w:r w:rsidR="004E18DF">
        <w:t xml:space="preserve"> </w:t>
      </w:r>
      <w:r w:rsidR="00115BF4">
        <w:t>und erhöhte</w:t>
      </w:r>
      <w:r w:rsidR="009F151F">
        <w:t>r</w:t>
      </w:r>
      <w:r w:rsidR="00115BF4">
        <w:t xml:space="preserve"> Produktivität</w:t>
      </w:r>
      <w:r w:rsidR="004733C4">
        <w:t>,</w:t>
      </w:r>
      <w:r w:rsidR="004E18DF">
        <w:t xml:space="preserve"> </w:t>
      </w:r>
      <w:r w:rsidR="0032053C">
        <w:t xml:space="preserve">gleichbedeutend mit </w:t>
      </w:r>
      <w:r w:rsidR="0012415F">
        <w:t>beachtlichen</w:t>
      </w:r>
      <w:r w:rsidR="0032053C">
        <w:t xml:space="preserve"> Tagesleistungen</w:t>
      </w:r>
      <w:r w:rsidR="0004638C">
        <w:t xml:space="preserve"> und geringen Kosten pro Tonne gewonnenen Materials</w:t>
      </w:r>
      <w:r w:rsidR="00115BF4">
        <w:t>.</w:t>
      </w:r>
    </w:p>
    <w:p w:rsidR="009B7BFF" w:rsidRDefault="009B7BFF" w:rsidP="00D80E15">
      <w:pPr>
        <w:pStyle w:val="Text"/>
        <w:spacing w:line="276" w:lineRule="auto"/>
      </w:pPr>
    </w:p>
    <w:p w:rsidR="00841E6E" w:rsidRPr="00841E6E" w:rsidRDefault="0012415F" w:rsidP="00841E6E">
      <w:pPr>
        <w:pStyle w:val="Text"/>
        <w:spacing w:line="276" w:lineRule="auto"/>
        <w:rPr>
          <w:b/>
        </w:rPr>
      </w:pPr>
      <w:r w:rsidRPr="0012415F">
        <w:rPr>
          <w:b/>
        </w:rPr>
        <w:t>Zuverlässiger Betrieb</w:t>
      </w:r>
      <w:r w:rsidR="00A5453B" w:rsidRPr="00A5453B">
        <w:t xml:space="preserve"> </w:t>
      </w:r>
      <w:r w:rsidR="00A5453B" w:rsidRPr="00A5453B">
        <w:rPr>
          <w:b/>
        </w:rPr>
        <w:t>und</w:t>
      </w:r>
      <w:r w:rsidR="00A5453B">
        <w:t xml:space="preserve"> </w:t>
      </w:r>
      <w:r w:rsidR="00A5453B" w:rsidRPr="00A5453B">
        <w:rPr>
          <w:b/>
        </w:rPr>
        <w:t xml:space="preserve">Sicherheit </w:t>
      </w:r>
      <w:r w:rsidR="00A5453B">
        <w:rPr>
          <w:b/>
        </w:rPr>
        <w:t>haben Priorität</w:t>
      </w:r>
    </w:p>
    <w:p w:rsidR="00841E6E" w:rsidRDefault="0012415F" w:rsidP="000569B3">
      <w:pPr>
        <w:pStyle w:val="Text"/>
        <w:spacing w:line="276" w:lineRule="auto"/>
        <w:rPr>
          <w:b/>
        </w:rPr>
      </w:pPr>
      <w:r>
        <w:t xml:space="preserve">Im Tagebau </w:t>
      </w:r>
      <w:r w:rsidR="00A5453B">
        <w:t xml:space="preserve">sind </w:t>
      </w:r>
      <w:r>
        <w:t xml:space="preserve">die </w:t>
      </w:r>
      <w:r w:rsidR="00806E54">
        <w:t xml:space="preserve">durchgängige </w:t>
      </w:r>
      <w:r>
        <w:t>Verfügbarkeit</w:t>
      </w:r>
      <w:r w:rsidR="00646FB2" w:rsidRPr="00646FB2">
        <w:t xml:space="preserve"> der Maschine</w:t>
      </w:r>
      <w:r w:rsidR="00646FB2">
        <w:t xml:space="preserve"> </w:t>
      </w:r>
      <w:r w:rsidR="00A5453B">
        <w:t xml:space="preserve">und das sichere Arbeiten </w:t>
      </w:r>
      <w:r w:rsidR="00646FB2">
        <w:t xml:space="preserve">von entscheidender Bedeutung. </w:t>
      </w:r>
      <w:r w:rsidR="00215350">
        <w:t xml:space="preserve">Daher </w:t>
      </w:r>
      <w:r w:rsidR="002034CA">
        <w:t>sind die</w:t>
      </w:r>
      <w:r>
        <w:t xml:space="preserve"> Komponenten des </w:t>
      </w:r>
      <w:r w:rsidR="00CD1667">
        <w:t xml:space="preserve">Surface </w:t>
      </w:r>
      <w:proofErr w:type="spellStart"/>
      <w:r>
        <w:t>Miners</w:t>
      </w:r>
      <w:proofErr w:type="spellEnd"/>
      <w:r>
        <w:t xml:space="preserve"> so ausgeführt,</w:t>
      </w:r>
      <w:r w:rsidR="002034CA">
        <w:t xml:space="preserve"> </w:t>
      </w:r>
      <w:r>
        <w:t>dass sie auch unter extremer Beanspruchung</w:t>
      </w:r>
      <w:r w:rsidR="002034CA">
        <w:t xml:space="preserve"> </w:t>
      </w:r>
      <w:r>
        <w:t>lange Standzeiten erzielen.</w:t>
      </w:r>
      <w:r w:rsidR="002034CA" w:rsidRPr="002034CA">
        <w:t xml:space="preserve"> </w:t>
      </w:r>
      <w:r w:rsidR="009A7DA0">
        <w:t xml:space="preserve">So </w:t>
      </w:r>
      <w:r w:rsidR="00BD4F2A">
        <w:t xml:space="preserve">sorgen </w:t>
      </w:r>
      <w:r w:rsidR="00051FE3" w:rsidRPr="00051FE3">
        <w:t xml:space="preserve">zum Beispiel </w:t>
      </w:r>
      <w:r w:rsidR="002034CA">
        <w:t>Filter in allen</w:t>
      </w:r>
      <w:r w:rsidR="009A7DA0">
        <w:t xml:space="preserve"> </w:t>
      </w:r>
      <w:r w:rsidR="002034CA">
        <w:t>Kreisläufen</w:t>
      </w:r>
      <w:r w:rsidR="00BD20C9">
        <w:t xml:space="preserve"> sowie ein Hydrauliktank mit Überdruck </w:t>
      </w:r>
      <w:r w:rsidR="002034CA">
        <w:t>für größtmögliche Sauberkeit im</w:t>
      </w:r>
      <w:r w:rsidR="009A7DA0">
        <w:t xml:space="preserve"> </w:t>
      </w:r>
      <w:r w:rsidR="002034CA">
        <w:t>Hydrauliksys</w:t>
      </w:r>
      <w:r w:rsidR="00C34B25">
        <w:t xml:space="preserve">tem und damit </w:t>
      </w:r>
      <w:r w:rsidR="0083083C">
        <w:t xml:space="preserve">den </w:t>
      </w:r>
      <w:r w:rsidR="00C34B25">
        <w:t>sicheren Betrieb</w:t>
      </w:r>
      <w:r w:rsidR="0083083C">
        <w:t>.</w:t>
      </w:r>
      <w:r w:rsidR="00C34B25">
        <w:t xml:space="preserve"> </w:t>
      </w:r>
      <w:r w:rsidR="0083083C">
        <w:t>Das</w:t>
      </w:r>
      <w:r w:rsidR="00C34B25">
        <w:t xml:space="preserve"> s</w:t>
      </w:r>
      <w:r w:rsidR="002034CA">
        <w:t>aubere</w:t>
      </w:r>
      <w:r w:rsidR="009A7DA0">
        <w:t xml:space="preserve"> </w:t>
      </w:r>
      <w:r w:rsidR="002034CA">
        <w:t xml:space="preserve">Öl </w:t>
      </w:r>
      <w:r w:rsidR="0083083C">
        <w:t xml:space="preserve">sorgt </w:t>
      </w:r>
      <w:r w:rsidR="00783C29">
        <w:t>wiederum</w:t>
      </w:r>
      <w:r w:rsidR="00C37B1F">
        <w:t xml:space="preserve"> </w:t>
      </w:r>
      <w:r w:rsidR="0083083C">
        <w:t xml:space="preserve">für </w:t>
      </w:r>
      <w:r w:rsidR="002034CA">
        <w:t>eine längere Lebensdauer der nachgeschalteten</w:t>
      </w:r>
      <w:r w:rsidR="009A7DA0">
        <w:t xml:space="preserve"> </w:t>
      </w:r>
      <w:r w:rsidR="002034CA">
        <w:t xml:space="preserve">Komponenten </w:t>
      </w:r>
      <w:r w:rsidR="00BD20C9">
        <w:t xml:space="preserve">und somit höhere Verfügbarkeit der Maschine. </w:t>
      </w:r>
    </w:p>
    <w:p w:rsidR="00806E54" w:rsidRPr="00684761" w:rsidRDefault="008E48AE" w:rsidP="008E48AE">
      <w:pPr>
        <w:pStyle w:val="Text"/>
        <w:spacing w:line="276" w:lineRule="auto"/>
        <w:rPr>
          <w:i/>
        </w:rPr>
      </w:pPr>
      <w:r w:rsidRPr="00684761">
        <w:rPr>
          <w:i/>
        </w:rPr>
        <w:lastRenderedPageBreak/>
        <w:t>Geräumige ROPS / FOPS–Kabine</w:t>
      </w:r>
    </w:p>
    <w:p w:rsidR="007B54F3" w:rsidRDefault="000B55A8" w:rsidP="007B54F3">
      <w:pPr>
        <w:pStyle w:val="Text"/>
        <w:spacing w:line="276" w:lineRule="auto"/>
      </w:pPr>
      <w:r>
        <w:t>Mit</w:t>
      </w:r>
      <w:r w:rsidR="00313A91">
        <w:t xml:space="preserve"> der </w:t>
      </w:r>
      <w:r>
        <w:t xml:space="preserve">serienmäßigen </w:t>
      </w:r>
      <w:r w:rsidR="00313A91">
        <w:t xml:space="preserve">ROPS / FOPS–Kabine </w:t>
      </w:r>
      <w:r>
        <w:t xml:space="preserve">trägt </w:t>
      </w:r>
      <w:r w:rsidR="006E6528">
        <w:t xml:space="preserve">der </w:t>
      </w:r>
      <w:r w:rsidR="006E6528" w:rsidRPr="006E6528">
        <w:t xml:space="preserve">220 SM 3.8/220 </w:t>
      </w:r>
      <w:proofErr w:type="spellStart"/>
      <w:r w:rsidR="006E6528" w:rsidRPr="006E6528">
        <w:t>SMi</w:t>
      </w:r>
      <w:proofErr w:type="spellEnd"/>
      <w:r w:rsidR="006E6528" w:rsidRPr="006E6528">
        <w:t xml:space="preserve"> 3.8</w:t>
      </w:r>
      <w:r w:rsidR="00783C29">
        <w:t xml:space="preserve"> </w:t>
      </w:r>
      <w:r w:rsidR="00215350">
        <w:t xml:space="preserve">auch </w:t>
      </w:r>
      <w:r w:rsidR="00505F70">
        <w:t>der Arbeitssicherheit</w:t>
      </w:r>
      <w:r w:rsidR="00783C29" w:rsidRPr="00783C29">
        <w:t xml:space="preserve"> im Tagebau Rechnung</w:t>
      </w:r>
      <w:r w:rsidR="00313A91">
        <w:t>.</w:t>
      </w:r>
      <w:r w:rsidR="00313A91" w:rsidRPr="00313A91">
        <w:t xml:space="preserve"> </w:t>
      </w:r>
      <w:r w:rsidR="00505F70">
        <w:t xml:space="preserve">Die Kabine </w:t>
      </w:r>
      <w:r w:rsidR="00505F70" w:rsidRPr="00505F70">
        <w:t>ist zusätzlich schallgedämmt und</w:t>
      </w:r>
      <w:r w:rsidR="00505F70">
        <w:t xml:space="preserve"> </w:t>
      </w:r>
      <w:r w:rsidR="00505F70" w:rsidRPr="00505F70">
        <w:t>schwingungsisoliert gelagert, so dass der</w:t>
      </w:r>
      <w:r w:rsidR="00064A9A">
        <w:t xml:space="preserve"> </w:t>
      </w:r>
      <w:r w:rsidR="00505F70" w:rsidRPr="00505F70">
        <w:t>Bediener über vi</w:t>
      </w:r>
      <w:r w:rsidR="00DF5BC1">
        <w:t>ele Stunden hinweg ermüdungsarm</w:t>
      </w:r>
      <w:r w:rsidR="00505F70">
        <w:t xml:space="preserve"> </w:t>
      </w:r>
      <w:r w:rsidR="00505F70" w:rsidRPr="00505F70">
        <w:t>arbeiten kann.</w:t>
      </w:r>
      <w:r w:rsidR="0073797C">
        <w:t xml:space="preserve"> </w:t>
      </w:r>
      <w:r w:rsidR="003A72B2">
        <w:t xml:space="preserve">Die </w:t>
      </w:r>
      <w:r w:rsidR="00B504E9">
        <w:t xml:space="preserve">ergonomisch gestalteten </w:t>
      </w:r>
      <w:r w:rsidR="00D1423D">
        <w:t xml:space="preserve">und übersichtlich </w:t>
      </w:r>
      <w:r w:rsidR="00F30B77">
        <w:t>an</w:t>
      </w:r>
      <w:r w:rsidR="00D1423D">
        <w:t xml:space="preserve">geordneten </w:t>
      </w:r>
      <w:r w:rsidR="00B504E9">
        <w:t xml:space="preserve">Bedienelemente </w:t>
      </w:r>
      <w:r w:rsidR="00215350">
        <w:t>sind</w:t>
      </w:r>
      <w:r w:rsidR="00B504E9">
        <w:t xml:space="preserve"> in d</w:t>
      </w:r>
      <w:r w:rsidR="00215350">
        <w:t>e</w:t>
      </w:r>
      <w:r w:rsidR="009F151F">
        <w:t>n</w:t>
      </w:r>
      <w:r w:rsidR="00B504E9">
        <w:t xml:space="preserve"> Armlehnen des Fahrersitzes integriert und all</w:t>
      </w:r>
      <w:r w:rsidR="007B54F3">
        <w:t xml:space="preserve">e wichtigen Maschinenfunktionen </w:t>
      </w:r>
      <w:r w:rsidR="00B504E9">
        <w:t>in den Multifunktionsjoysticks logisch zusammengefasst.</w:t>
      </w:r>
      <w:r w:rsidR="007B54F3">
        <w:t xml:space="preserve"> Auf diese Weise </w:t>
      </w:r>
      <w:r w:rsidR="002626F9">
        <w:t>kann</w:t>
      </w:r>
      <w:r w:rsidR="003A72B2">
        <w:t xml:space="preserve"> der </w:t>
      </w:r>
      <w:r w:rsidR="002626F9">
        <w:t>Fahrer</w:t>
      </w:r>
      <w:r w:rsidR="00854C34">
        <w:t xml:space="preserve"> </w:t>
      </w:r>
      <w:r w:rsidR="002626F9">
        <w:t xml:space="preserve">die Maschine </w:t>
      </w:r>
      <w:r w:rsidR="00331BF6" w:rsidRPr="00331BF6">
        <w:t xml:space="preserve">intuitiv </w:t>
      </w:r>
      <w:r w:rsidR="002626F9">
        <w:t>mit wenigen Handgriffen bedienen</w:t>
      </w:r>
      <w:r w:rsidR="00331BF6">
        <w:t xml:space="preserve"> und sich ganz </w:t>
      </w:r>
      <w:r w:rsidR="008A3793">
        <w:t xml:space="preserve">auf die präzise Materialgewinnung konzentrieren. </w:t>
      </w:r>
      <w:r w:rsidR="00121515">
        <w:t>D</w:t>
      </w:r>
      <w:r w:rsidR="008A3793">
        <w:t xml:space="preserve">abei </w:t>
      </w:r>
      <w:r w:rsidR="00121515">
        <w:t xml:space="preserve">kommt ihm </w:t>
      </w:r>
      <w:r w:rsidR="00121515" w:rsidRPr="00121515">
        <w:t xml:space="preserve">nicht zuletzt </w:t>
      </w:r>
      <w:r w:rsidR="00121515">
        <w:t xml:space="preserve">auch </w:t>
      </w:r>
      <w:r w:rsidR="00121515" w:rsidRPr="00121515">
        <w:t>die großzügige Verglasung der modernen</w:t>
      </w:r>
      <w:r w:rsidR="00172662">
        <w:t>, vollklimatisierten</w:t>
      </w:r>
      <w:r w:rsidR="00DF5BC1">
        <w:t xml:space="preserve"> </w:t>
      </w:r>
      <w:r w:rsidR="00121515" w:rsidRPr="00121515">
        <w:t xml:space="preserve">Großraumkabine </w:t>
      </w:r>
      <w:r w:rsidR="00121515">
        <w:t xml:space="preserve">zu Gute, denn sie ermöglicht ihm den </w:t>
      </w:r>
      <w:r w:rsidR="00520D1A" w:rsidRPr="00520D1A">
        <w:t>direkten Blick auf die Schneidkante</w:t>
      </w:r>
      <w:r w:rsidR="00520D1A">
        <w:t xml:space="preserve"> und damit auf das </w:t>
      </w:r>
      <w:r w:rsidR="00B225F2">
        <w:t xml:space="preserve">direkte </w:t>
      </w:r>
      <w:r w:rsidR="00520D1A">
        <w:t>Arbeitsergebnis</w:t>
      </w:r>
      <w:r w:rsidR="00520D1A" w:rsidRPr="00520D1A">
        <w:t>.</w:t>
      </w:r>
    </w:p>
    <w:p w:rsidR="00E32BAC" w:rsidRDefault="00E32BAC" w:rsidP="007B54F3">
      <w:pPr>
        <w:pStyle w:val="Text"/>
        <w:spacing w:line="276" w:lineRule="auto"/>
      </w:pPr>
    </w:p>
    <w:p w:rsidR="00E32BAC" w:rsidRPr="00841E6E" w:rsidRDefault="00DF6752" w:rsidP="00E32BAC">
      <w:pPr>
        <w:pStyle w:val="Text"/>
        <w:spacing w:line="276" w:lineRule="auto"/>
        <w:rPr>
          <w:b/>
        </w:rPr>
      </w:pPr>
      <w:r>
        <w:rPr>
          <w:b/>
        </w:rPr>
        <w:t xml:space="preserve">Präzises Nivellieren mit </w:t>
      </w:r>
      <w:r w:rsidR="00E32BAC" w:rsidRPr="00841E6E">
        <w:rPr>
          <w:b/>
        </w:rPr>
        <w:t xml:space="preserve">LEVEL PRO </w:t>
      </w:r>
      <w:r w:rsidR="00E32BAC" w:rsidRPr="00DD345D">
        <w:rPr>
          <w:b/>
          <w:i/>
        </w:rPr>
        <w:t>PLUS</w:t>
      </w:r>
      <w:r w:rsidR="00DD345D">
        <w:rPr>
          <w:b/>
        </w:rPr>
        <w:t xml:space="preserve"> </w:t>
      </w:r>
    </w:p>
    <w:p w:rsidR="00E32BAC" w:rsidRDefault="00E32BAC" w:rsidP="00E32BAC">
      <w:pPr>
        <w:pStyle w:val="Text"/>
        <w:spacing w:line="276" w:lineRule="auto"/>
      </w:pPr>
      <w:r w:rsidRPr="00841E6E">
        <w:t>Das in Straßenbau und Mining bewährte</w:t>
      </w:r>
      <w:r>
        <w:t xml:space="preserve"> </w:t>
      </w:r>
      <w:r w:rsidRPr="00841E6E">
        <w:t>Nivelliersystem</w:t>
      </w:r>
      <w:r>
        <w:t xml:space="preserve"> </w:t>
      </w:r>
      <w:r w:rsidRPr="00841E6E">
        <w:t xml:space="preserve">LEVEL PRO </w:t>
      </w:r>
      <w:r w:rsidRPr="00DD345D">
        <w:rPr>
          <w:i/>
        </w:rPr>
        <w:t>PLUS</w:t>
      </w:r>
      <w:r w:rsidRPr="00841E6E">
        <w:t xml:space="preserve"> lässt sich intuitiv</w:t>
      </w:r>
      <w:r>
        <w:t xml:space="preserve"> </w:t>
      </w:r>
      <w:r w:rsidRPr="00841E6E">
        <w:t>und einfach bedienen. Per Kantenschutzabtastung</w:t>
      </w:r>
      <w:r>
        <w:t xml:space="preserve"> </w:t>
      </w:r>
      <w:r w:rsidRPr="00841E6E">
        <w:t>und Querneigungssensor kann ein</w:t>
      </w:r>
      <w:r>
        <w:t xml:space="preserve"> </w:t>
      </w:r>
      <w:r w:rsidRPr="00841E6E">
        <w:t>ebenes oder geneigtes Planum exakt erzeugt</w:t>
      </w:r>
      <w:r>
        <w:t xml:space="preserve"> </w:t>
      </w:r>
      <w:r w:rsidRPr="00841E6E">
        <w:t>werden. Die Maschine ist zudem für GPS- bzw.</w:t>
      </w:r>
      <w:r>
        <w:t xml:space="preserve"> </w:t>
      </w:r>
      <w:r w:rsidRPr="00841E6E">
        <w:t>lasergestützte Steuerung vorbereitet.</w:t>
      </w:r>
    </w:p>
    <w:p w:rsidR="00B504E9" w:rsidRDefault="00B504E9" w:rsidP="00B504E9">
      <w:pPr>
        <w:pStyle w:val="Text"/>
        <w:spacing w:line="276" w:lineRule="auto"/>
      </w:pPr>
    </w:p>
    <w:p w:rsidR="00D166AC" w:rsidRDefault="002844EF" w:rsidP="00C644CA">
      <w:pPr>
        <w:pStyle w:val="HeadlineFotos"/>
      </w:pPr>
      <w:r w:rsidRPr="003203AC">
        <w:rPr>
          <w:rFonts w:ascii="Verdana" w:eastAsia="Calibri" w:hAnsi="Verdana" w:cs="Times New Roman"/>
          <w:caps w:val="0"/>
          <w:szCs w:val="22"/>
        </w:rPr>
        <w:t>Fotos</w:t>
      </w:r>
      <w:r w:rsidR="00D166AC">
        <w:t>:</w:t>
      </w: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994"/>
        <w:gridCol w:w="4814"/>
      </w:tblGrid>
      <w:tr w:rsidR="00D166AC" w:rsidTr="00E066D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781" w:type="dxa"/>
            <w:tcBorders>
              <w:right w:val="single" w:sz="4" w:space="0" w:color="auto"/>
            </w:tcBorders>
          </w:tcPr>
          <w:p w:rsidR="00D166AC" w:rsidRPr="00D166AC" w:rsidRDefault="00D166AC" w:rsidP="00D166AC">
            <w:r>
              <w:rPr>
                <w:noProof/>
                <w:lang w:eastAsia="de-DE"/>
              </w:rPr>
              <w:drawing>
                <wp:inline distT="0" distB="0" distL="0" distR="0" wp14:anchorId="5ECBBE56" wp14:editId="4951CB53">
                  <wp:extent cx="2740052" cy="1541279"/>
                  <wp:effectExtent l="0" t="0" r="3175" b="1905"/>
                  <wp:docPr id="2" name="Bild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 1" descr="Daten Server II:WIRTGEN:Massnahmen 2015:23107-140639_Corporate_Design_Wirtgen_Group:Corporate_Design_Umsetzung:Maßnahmen_2015:GA:Pressemitteilung:Vorlagen_Word:Wirtgen 07.10.:GmbH Kopie.png"/>
                          <pic:cNvPicPr/>
                        </pic:nvPicPr>
                        <pic:blipFill>
                          <a:blip r:embed="rId9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40052" cy="15412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01" w:type="dxa"/>
          </w:tcPr>
          <w:p w:rsidR="0014683F" w:rsidRDefault="007A3102" w:rsidP="0014683F">
            <w:pPr>
              <w:pStyle w:val="berschrift3"/>
              <w:outlineLvl w:val="2"/>
            </w:pPr>
            <w:r>
              <w:t>W_photo_220SM-3-8_00021</w:t>
            </w:r>
            <w:r w:rsidR="000E43C1" w:rsidRPr="000E43C1">
              <w:t>_HI</w:t>
            </w:r>
          </w:p>
          <w:p w:rsidR="00D92A20" w:rsidRPr="00766400" w:rsidRDefault="003C1DE1" w:rsidP="00884CEF">
            <w:pPr>
              <w:pStyle w:val="Text"/>
              <w:jc w:val="left"/>
              <w:rPr>
                <w:sz w:val="20"/>
              </w:rPr>
            </w:pPr>
            <w:r w:rsidRPr="00766400">
              <w:rPr>
                <w:sz w:val="20"/>
              </w:rPr>
              <w:t xml:space="preserve">Nahe der Stadt </w:t>
            </w:r>
            <w:proofErr w:type="spellStart"/>
            <w:r w:rsidRPr="00766400">
              <w:rPr>
                <w:sz w:val="20"/>
              </w:rPr>
              <w:t>Talcher</w:t>
            </w:r>
            <w:proofErr w:type="spellEnd"/>
            <w:r w:rsidRPr="00766400">
              <w:rPr>
                <w:sz w:val="20"/>
              </w:rPr>
              <w:t xml:space="preserve"> im Osten Indiens gewinnt der neue 220 SM 3.8 von Wirtgen Steinkohle sehr präzise und extrem wirtschaftlich.</w:t>
            </w:r>
          </w:p>
          <w:p w:rsidR="00D166AC" w:rsidRPr="005B3697" w:rsidRDefault="00D166AC" w:rsidP="00884CEF">
            <w:pPr>
              <w:pStyle w:val="Text"/>
              <w:jc w:val="left"/>
              <w:rPr>
                <w:sz w:val="20"/>
              </w:rPr>
            </w:pPr>
          </w:p>
        </w:tc>
      </w:tr>
      <w:tr w:rsidR="00E066D2" w:rsidRPr="005B3697" w:rsidTr="00E066D2">
        <w:trPr>
          <w:tblCellSpacing w:w="71" w:type="dxa"/>
        </w:trPr>
        <w:tc>
          <w:tcPr>
            <w:tcW w:w="4781" w:type="dxa"/>
            <w:tcBorders>
              <w:right w:val="single" w:sz="4" w:space="0" w:color="auto"/>
            </w:tcBorders>
          </w:tcPr>
          <w:p w:rsidR="00E066D2" w:rsidRPr="00D166AC" w:rsidRDefault="00E066D2" w:rsidP="00707AC1">
            <w:r>
              <w:rPr>
                <w:noProof/>
                <w:lang w:eastAsia="de-DE"/>
              </w:rPr>
              <w:drawing>
                <wp:inline distT="0" distB="0" distL="0" distR="0" wp14:anchorId="61F20013" wp14:editId="1BF9B956">
                  <wp:extent cx="2748861" cy="1832573"/>
                  <wp:effectExtent l="0" t="0" r="0" b="0"/>
                  <wp:docPr id="4" name="Bild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 1" descr="Daten Server II:WIRTGEN:Massnahmen 2015:23107-140639_Corporate_Design_Wirtgen_Group:Corporate_Design_Umsetzung:Maßnahmen_2015:GA:Pressemitteilung:Vorlagen_Word:Wirtgen 07.10.:GmbH Kopie.png"/>
                          <pic:cNvPicPr/>
                        </pic:nvPicPr>
                        <pic:blipFill>
                          <a:blip r:embed="rId10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48861" cy="18325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01" w:type="dxa"/>
          </w:tcPr>
          <w:p w:rsidR="00E066D2" w:rsidRDefault="00E86149" w:rsidP="00707AC1">
            <w:pPr>
              <w:pStyle w:val="berschrift3"/>
              <w:outlineLvl w:val="2"/>
            </w:pPr>
            <w:r w:rsidRPr="00E86149">
              <w:t>W_phot</w:t>
            </w:r>
            <w:bookmarkStart w:id="0" w:name="_GoBack"/>
            <w:bookmarkEnd w:id="0"/>
            <w:r w:rsidRPr="00E86149">
              <w:t>o_220SM-3-8_00018_HI</w:t>
            </w:r>
          </w:p>
          <w:p w:rsidR="00E84014" w:rsidRPr="005B3697" w:rsidRDefault="0085402C" w:rsidP="001C55D0">
            <w:pPr>
              <w:pStyle w:val="Text"/>
              <w:jc w:val="left"/>
              <w:rPr>
                <w:sz w:val="20"/>
              </w:rPr>
            </w:pPr>
            <w:r w:rsidRPr="00766400">
              <w:rPr>
                <w:sz w:val="20"/>
              </w:rPr>
              <w:t xml:space="preserve">Rund um die Uhr im Einsatz: Bei Nacht erhellt die leistungsstarke Lichtanlage des Wirtgen Surface </w:t>
            </w:r>
            <w:proofErr w:type="spellStart"/>
            <w:r w:rsidRPr="00766400">
              <w:rPr>
                <w:sz w:val="20"/>
              </w:rPr>
              <w:t>Miners</w:t>
            </w:r>
            <w:proofErr w:type="spellEnd"/>
            <w:r w:rsidRPr="00766400">
              <w:rPr>
                <w:sz w:val="20"/>
              </w:rPr>
              <w:t xml:space="preserve"> das Umfeld und sorgt für den klaren Blick auf die Schneidkante.</w:t>
            </w:r>
          </w:p>
        </w:tc>
      </w:tr>
    </w:tbl>
    <w:p w:rsidR="00D166AC" w:rsidRDefault="00D166AC" w:rsidP="00D166AC">
      <w:pPr>
        <w:pStyle w:val="Text"/>
      </w:pPr>
    </w:p>
    <w:p w:rsidR="00C03396" w:rsidRDefault="00C03396" w:rsidP="00C03396">
      <w:pPr>
        <w:pStyle w:val="Text"/>
      </w:pPr>
      <w:r w:rsidRPr="00233CE9">
        <w:rPr>
          <w:i/>
          <w:u w:val="single"/>
        </w:rPr>
        <w:t>Hinweis:</w:t>
      </w:r>
      <w:r w:rsidRPr="00233CE9">
        <w:rPr>
          <w:i/>
        </w:rPr>
        <w:t xml:space="preserve"> Die</w:t>
      </w:r>
      <w:r>
        <w:rPr>
          <w:i/>
        </w:rPr>
        <w:t>se</w:t>
      </w:r>
      <w:r w:rsidRPr="00233CE9">
        <w:rPr>
          <w:i/>
        </w:rPr>
        <w:t xml:space="preserve"> Fotos dienen lediglich der Voransicht. Für den Abdruck in den Publikationen nutzen Sie bitte die </w:t>
      </w:r>
      <w:r>
        <w:rPr>
          <w:i/>
        </w:rPr>
        <w:t>Fotos in 300 dpi-Auflösung,</w:t>
      </w:r>
      <w:r w:rsidRPr="00233CE9">
        <w:rPr>
          <w:i/>
        </w:rPr>
        <w:t xml:space="preserve"> </w:t>
      </w:r>
      <w:r>
        <w:rPr>
          <w:i/>
        </w:rPr>
        <w:t>die auf den Webseiten der</w:t>
      </w:r>
      <w:r w:rsidRPr="00233CE9">
        <w:rPr>
          <w:i/>
        </w:rPr>
        <w:t xml:space="preserve"> Wirtgen G</w:t>
      </w:r>
      <w:r>
        <w:rPr>
          <w:i/>
        </w:rPr>
        <w:t>mbH</w:t>
      </w:r>
      <w:r w:rsidRPr="00233CE9">
        <w:rPr>
          <w:i/>
        </w:rPr>
        <w:t xml:space="preserve"> </w:t>
      </w:r>
      <w:r>
        <w:rPr>
          <w:i/>
        </w:rPr>
        <w:t xml:space="preserve">/Wirtgen Group </w:t>
      </w:r>
      <w:r w:rsidRPr="00233CE9">
        <w:rPr>
          <w:i/>
        </w:rPr>
        <w:t>als Download zur Verfügung</w:t>
      </w:r>
      <w:r>
        <w:rPr>
          <w:i/>
        </w:rPr>
        <w:t xml:space="preserve"> stehen</w:t>
      </w:r>
      <w:r w:rsidRPr="00233CE9">
        <w:rPr>
          <w:i/>
        </w:rPr>
        <w:t>.</w:t>
      </w:r>
    </w:p>
    <w:tbl>
      <w:tblPr>
        <w:tblStyle w:val="Basic"/>
        <w:tblW w:w="0" w:type="auto"/>
        <w:tblLook w:val="04A0" w:firstRow="1" w:lastRow="0" w:firstColumn="1" w:lastColumn="0" w:noHBand="0" w:noVBand="1"/>
      </w:tblPr>
      <w:tblGrid>
        <w:gridCol w:w="4784"/>
        <w:gridCol w:w="4740"/>
      </w:tblGrid>
      <w:tr w:rsidR="00D166AC" w:rsidTr="0014683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784" w:type="dxa"/>
            <w:tcBorders>
              <w:right w:val="single" w:sz="48" w:space="0" w:color="FFFFFF" w:themeColor="background1"/>
            </w:tcBorders>
          </w:tcPr>
          <w:p w:rsidR="002844EF" w:rsidRDefault="002844EF" w:rsidP="0034191A">
            <w:pPr>
              <w:pStyle w:val="HeadlineKontakte"/>
              <w:rPr>
                <w:rFonts w:ascii="Verdana" w:eastAsia="Calibri" w:hAnsi="Verdana" w:cs="Times New Roman"/>
                <w:caps w:val="0"/>
                <w:szCs w:val="22"/>
              </w:rPr>
            </w:pPr>
            <w:r w:rsidRPr="002844EF">
              <w:rPr>
                <w:rFonts w:ascii="Verdana" w:eastAsia="Calibri" w:hAnsi="Verdana" w:cs="Times New Roman"/>
                <w:caps w:val="0"/>
                <w:szCs w:val="22"/>
              </w:rPr>
              <w:lastRenderedPageBreak/>
              <w:t xml:space="preserve">Weitere Informationen </w:t>
            </w:r>
          </w:p>
          <w:p w:rsidR="00D166AC" w:rsidRDefault="002844EF" w:rsidP="0034191A">
            <w:pPr>
              <w:pStyle w:val="HeadlineKontakte"/>
            </w:pPr>
            <w:r w:rsidRPr="002844EF">
              <w:rPr>
                <w:rFonts w:ascii="Verdana" w:eastAsia="Calibri" w:hAnsi="Verdana" w:cs="Times New Roman"/>
                <w:caps w:val="0"/>
                <w:szCs w:val="22"/>
              </w:rPr>
              <w:t>erhalten Sie bei</w:t>
            </w:r>
            <w:r w:rsidR="0034191A">
              <w:t>:</w:t>
            </w:r>
          </w:p>
          <w:p w:rsidR="008D4AE7" w:rsidRPr="00463D7D" w:rsidRDefault="008D4AE7" w:rsidP="008D4AE7">
            <w:pPr>
              <w:pStyle w:val="Text"/>
              <w:rPr>
                <w:lang w:val="en-US"/>
              </w:rPr>
            </w:pPr>
            <w:r w:rsidRPr="00463D7D">
              <w:rPr>
                <w:lang w:val="en-US"/>
              </w:rPr>
              <w:t>WIRTGEN GmbH</w:t>
            </w:r>
          </w:p>
          <w:p w:rsidR="008D4AE7" w:rsidRPr="00463D7D" w:rsidRDefault="008D4AE7" w:rsidP="008D4AE7">
            <w:pPr>
              <w:pStyle w:val="Text"/>
              <w:rPr>
                <w:lang w:val="en-US"/>
              </w:rPr>
            </w:pPr>
            <w:r w:rsidRPr="00463D7D">
              <w:rPr>
                <w:lang w:val="en-US"/>
              </w:rPr>
              <w:t>Corporate Communications</w:t>
            </w:r>
          </w:p>
          <w:p w:rsidR="008D4AE7" w:rsidRPr="00463D7D" w:rsidRDefault="008D4AE7" w:rsidP="008D4AE7">
            <w:pPr>
              <w:pStyle w:val="Text"/>
              <w:rPr>
                <w:lang w:val="en-US"/>
              </w:rPr>
            </w:pPr>
            <w:r w:rsidRPr="00463D7D">
              <w:rPr>
                <w:lang w:val="en-US"/>
              </w:rPr>
              <w:t>Michaela Adams, Mario Linnemann</w:t>
            </w:r>
          </w:p>
          <w:p w:rsidR="008D4AE7" w:rsidRDefault="008D4AE7" w:rsidP="008D4AE7">
            <w:pPr>
              <w:pStyle w:val="Text"/>
            </w:pPr>
            <w:r>
              <w:t>Reinhard-Wirtgen-Straße 2</w:t>
            </w:r>
          </w:p>
          <w:p w:rsidR="008D4AE7" w:rsidRDefault="008D4AE7" w:rsidP="008D4AE7">
            <w:pPr>
              <w:pStyle w:val="Text"/>
            </w:pPr>
            <w:r>
              <w:t>53578 Windhagen</w:t>
            </w:r>
          </w:p>
          <w:p w:rsidR="008D4AE7" w:rsidRDefault="008D4AE7" w:rsidP="008D4AE7">
            <w:pPr>
              <w:pStyle w:val="Text"/>
            </w:pPr>
            <w:r>
              <w:t>Deutschland</w:t>
            </w:r>
          </w:p>
          <w:p w:rsidR="008D4AE7" w:rsidRDefault="008D4AE7" w:rsidP="008D4AE7">
            <w:pPr>
              <w:pStyle w:val="Text"/>
            </w:pPr>
          </w:p>
          <w:p w:rsidR="008D4AE7" w:rsidRDefault="008D4AE7" w:rsidP="008D4AE7">
            <w:pPr>
              <w:pStyle w:val="Text"/>
            </w:pPr>
            <w:r>
              <w:t xml:space="preserve">Telefon: +49 (0) 2645 131 – </w:t>
            </w:r>
            <w:r w:rsidR="00463D7D">
              <w:t>4510</w:t>
            </w:r>
          </w:p>
          <w:p w:rsidR="008D4AE7" w:rsidRDefault="008D4AE7" w:rsidP="008D4AE7">
            <w:pPr>
              <w:pStyle w:val="Text"/>
            </w:pPr>
            <w:r>
              <w:t>Telefax: +49 (0) 2645 131 – 499</w:t>
            </w:r>
          </w:p>
          <w:p w:rsidR="008D4AE7" w:rsidRDefault="00D24067" w:rsidP="008D4AE7">
            <w:pPr>
              <w:pStyle w:val="Text"/>
            </w:pPr>
            <w:r>
              <w:t>E-M</w:t>
            </w:r>
            <w:r w:rsidR="008D4AE7">
              <w:t>ail: presse@wirtgen.com</w:t>
            </w:r>
          </w:p>
          <w:p w:rsidR="00D166AC" w:rsidRPr="00D166AC" w:rsidRDefault="008D4AE7" w:rsidP="008D4AE7">
            <w:pPr>
              <w:pStyle w:val="Text"/>
            </w:pPr>
            <w:r>
              <w:t>www.wirtgen.com</w:t>
            </w:r>
          </w:p>
        </w:tc>
        <w:tc>
          <w:tcPr>
            <w:tcW w:w="4740" w:type="dxa"/>
            <w:tcBorders>
              <w:left w:val="single" w:sz="48" w:space="0" w:color="FFFFFF" w:themeColor="background1"/>
            </w:tcBorders>
          </w:tcPr>
          <w:p w:rsidR="0034191A" w:rsidRPr="0034191A" w:rsidRDefault="0034191A" w:rsidP="0034191A">
            <w:pPr>
              <w:pStyle w:val="Text"/>
            </w:pPr>
          </w:p>
        </w:tc>
      </w:tr>
    </w:tbl>
    <w:p w:rsidR="00D166AC" w:rsidRPr="00D166AC" w:rsidRDefault="00D166AC" w:rsidP="00D166AC">
      <w:pPr>
        <w:pStyle w:val="Text"/>
      </w:pPr>
    </w:p>
    <w:sectPr w:rsidR="00D166AC" w:rsidRPr="00D166AC" w:rsidSect="003A753A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1FCE906F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3B74" w:rsidRDefault="008C3B74" w:rsidP="00E55534">
      <w:r>
        <w:separator/>
      </w:r>
    </w:p>
  </w:endnote>
  <w:endnote w:type="continuationSeparator" w:id="0">
    <w:p w:rsidR="008C3B74" w:rsidRDefault="008C3B74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Basic"/>
      <w:tblpPr w:leftFromText="142" w:rightFromText="142" w:vertAnchor="page" w:horzAnchor="page" w:tblpX="1192" w:tblpY="16217"/>
      <w:tblW w:w="0" w:type="auto"/>
      <w:tblLayout w:type="fixed"/>
      <w:tblLook w:val="04A0" w:firstRow="1" w:lastRow="0" w:firstColumn="1" w:lastColumn="0" w:noHBand="0" w:noVBand="1"/>
    </w:tblPr>
    <w:tblGrid>
      <w:gridCol w:w="8364"/>
      <w:gridCol w:w="1160"/>
    </w:tblGrid>
    <w:sdt>
      <w:sdtPr>
        <w:rPr>
          <w:szCs w:val="16"/>
        </w:rPr>
        <w:id w:val="-214889975"/>
        <w:lock w:val="sdtContentLocked"/>
      </w:sdtPr>
      <w:sdtEndPr/>
      <w:sdtContent>
        <w:tr w:rsidR="00A171F4" w:rsidRPr="008C2DB2" w:rsidTr="0012026F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trHeight w:hRule="exact" w:val="227"/>
          </w:trPr>
          <w:sdt>
            <w:sdtPr>
              <w:rPr>
                <w:szCs w:val="16"/>
              </w:rPr>
              <w:id w:val="1167366250"/>
              <w:showingPlcHdr/>
            </w:sdtPr>
            <w:sdtEndPr>
              <w:rPr>
                <w:szCs w:val="20"/>
              </w:rPr>
            </w:sdtEndPr>
            <w:sdtContent>
              <w:tc>
                <w:tcPr>
                  <w:tcW w:w="8364" w:type="dxa"/>
                </w:tcPr>
                <w:p w:rsidR="00A171F4" w:rsidRPr="008C2DB2" w:rsidRDefault="00A171F4" w:rsidP="005711A3">
                  <w:pPr>
                    <w:pStyle w:val="Kolumnentitel"/>
                  </w:pPr>
                  <w:r>
                    <w:rPr>
                      <w:rStyle w:val="Platzhaltertext"/>
                    </w:rPr>
                    <w:t xml:space="preserve">     </w:t>
                  </w:r>
                </w:p>
              </w:tc>
            </w:sdtContent>
          </w:sdt>
          <w:tc>
            <w:tcPr>
              <w:tcW w:w="1160" w:type="dxa"/>
            </w:tcPr>
            <w:sdt>
              <w:sdtPr>
                <w:id w:val="-1133938393"/>
              </w:sdtPr>
              <w:sdtEndPr/>
              <w:sdtContent>
                <w:p w:rsidR="00A171F4" w:rsidRPr="008C2DB2" w:rsidRDefault="00A171F4" w:rsidP="0012026F">
                  <w:pPr>
                    <w:pStyle w:val="Seitenzahlen"/>
                  </w:pPr>
                  <w:r w:rsidRPr="008C2DB2">
                    <w:fldChar w:fldCharType="begin"/>
                  </w:r>
                  <w:r>
                    <w:instrText xml:space="preserve"> </w:instrText>
                  </w:r>
                  <w:r w:rsidRPr="008C2DB2">
                    <w:instrText>PAGE \# "00"</w:instrText>
                  </w:r>
                  <w:r w:rsidRPr="008C2DB2">
                    <w:fldChar w:fldCharType="separate"/>
                  </w:r>
                  <w:r w:rsidR="00766400">
                    <w:rPr>
                      <w:noProof/>
                    </w:rPr>
                    <w:t>02</w:t>
                  </w:r>
                  <w:r w:rsidRPr="008C2DB2">
                    <w:fldChar w:fldCharType="end"/>
                  </w:r>
                </w:p>
              </w:sdtContent>
            </w:sdt>
          </w:tc>
        </w:tr>
      </w:sdtContent>
    </w:sdt>
  </w:tbl>
  <w:sdt>
    <w:sdtPr>
      <w:id w:val="-958642266"/>
      <w:lock w:val="sdtContentLocked"/>
    </w:sdtPr>
    <w:sdtEndPr/>
    <w:sdtContent>
      <w:p w:rsidR="00A171F4" w:rsidRDefault="00A171F4">
        <w:pPr>
          <w:pStyle w:val="Fuzeile"/>
        </w:pPr>
        <w:r>
          <w:rPr>
            <w:noProof/>
            <w:lang w:eastAsia="de-DE"/>
          </w:rPr>
          <mc:AlternateContent>
            <mc:Choice Requires="wps">
              <w:drawing>
                <wp:anchor distT="0" distB="0" distL="114300" distR="114300" simplePos="0" relativeHeight="251670528" behindDoc="0" locked="0" layoutInCell="1" allowOverlap="1" wp14:anchorId="2B3209B3" wp14:editId="39AAD060">
                  <wp:simplePos x="0" y="0"/>
                  <wp:positionH relativeFrom="page">
                    <wp:posOffset>756285</wp:posOffset>
                  </wp:positionH>
                  <wp:positionV relativeFrom="page">
                    <wp:posOffset>10189210</wp:posOffset>
                  </wp:positionV>
                  <wp:extent cx="6048000" cy="18000"/>
                  <wp:effectExtent l="0" t="0" r="0" b="1270"/>
                  <wp:wrapNone/>
                  <wp:docPr id="12" name="Rechteck 12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18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<w:pict>
                <v:rect w14:anchorId="2EF50F7C" id="Rechteck 12" o:spid="_x0000_s1026" style="position:absolute;margin-left:59.55pt;margin-top:802.3pt;width:476.2pt;height:1.4pt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" fillcolor="#41535d [3215]" stroked="f" strokeweight="2pt">
                  <w10:wrap anchorx="page" anchory="page"/>
                </v:rect>
              </w:pict>
            </mc:Fallback>
          </mc:AlternateContent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Basic"/>
      <w:tblpPr w:leftFromText="142" w:rightFromText="142" w:vertAnchor="page" w:horzAnchor="page" w:tblpX="1192" w:tblpY="15934"/>
      <w:tblOverlap w:val="never"/>
      <w:tblW w:w="0" w:type="auto"/>
      <w:tblLook w:val="04A0" w:firstRow="1" w:lastRow="0" w:firstColumn="1" w:lastColumn="0" w:noHBand="0" w:noVBand="1"/>
    </w:tblPr>
    <w:tblGrid>
      <w:gridCol w:w="9524"/>
    </w:tblGrid>
    <w:sdt>
      <w:sdtPr>
        <w:rPr>
          <w:rStyle w:val="Hervorhebung"/>
          <w:szCs w:val="16"/>
        </w:rPr>
        <w:id w:val="-2088915428"/>
        <w:lock w:val="sdtContentLocked"/>
      </w:sdtPr>
      <w:sdtEndPr>
        <w:rPr>
          <w:rStyle w:val="Absatz-Standardschriftart"/>
          <w:b w:val="0"/>
          <w:iCs w:val="0"/>
        </w:rPr>
      </w:sdtEndPr>
      <w:sdtContent>
        <w:tr w:rsidR="00A171F4" w:rsidTr="0012026F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/w:trPr>
          <w:tc>
            <w:tcPr>
              <w:tcW w:w="9664" w:type="dxa"/>
            </w:tcPr>
            <w:p w:rsidR="00A171F4" w:rsidRDefault="00A171F4" w:rsidP="0012026F">
              <w:pPr>
                <w:pStyle w:val="Fuzeile"/>
                <w:spacing w:before="96" w:after="96"/>
              </w:pPr>
              <w:r w:rsidRPr="003E1CB6">
                <w:rPr>
                  <w:rStyle w:val="Hervorhebung"/>
                </w:rPr>
                <w:t>WIRTGEN GmbH</w:t>
              </w:r>
              <w:r w:rsidRPr="00CF36C9">
                <w:t xml:space="preserve"> · Reinhard-Wirtgen-Str. 2 · D-53578 Windhagen · T: +49 26 45 / 131 0</w:t>
              </w:r>
            </w:p>
          </w:tc>
        </w:tr>
      </w:sdtContent>
    </w:sdt>
  </w:tbl>
  <w:sdt>
    <w:sdtPr>
      <w:id w:val="-1944752626"/>
      <w:lock w:val="sdtContentLocked"/>
    </w:sdtPr>
    <w:sdtEndPr/>
    <w:sdtContent>
      <w:p w:rsidR="00A171F4" w:rsidRDefault="00A171F4">
        <w:pPr>
          <w:pStyle w:val="Fuzeile"/>
        </w:pPr>
        <w:r>
          <w:rPr>
            <w:noProof/>
            <w:lang w:eastAsia="de-DE"/>
          </w:rPr>
          <mc:AlternateContent>
            <mc:Choice Requires="wps">
              <w:drawing>
                <wp:anchor distT="0" distB="0" distL="114300" distR="114300" simplePos="0" relativeHeight="251662336" behindDoc="0" locked="0" layoutInCell="1" allowOverlap="1" wp14:anchorId="45AD0E49" wp14:editId="1B09EDD9">
                  <wp:simplePos x="0" y="0"/>
                  <wp:positionH relativeFrom="page">
                    <wp:posOffset>756285</wp:posOffset>
                  </wp:positionH>
                  <wp:positionV relativeFrom="page">
                    <wp:posOffset>10081260</wp:posOffset>
                  </wp:positionV>
                  <wp:extent cx="6048000" cy="18000"/>
                  <wp:effectExtent l="0" t="0" r="0" b="1270"/>
                  <wp:wrapNone/>
                  <wp:docPr id="6" name="Rechteck 6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18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<w:pict>
                <v:rect w14:anchorId="7F20CB6D" id="Rechteck 6" o:spid="_x0000_s1026" style="position:absolute;margin-left:59.55pt;margin-top:793.8pt;width:476.2pt;height:1.4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" fillcolor="#41535d [3215]" stroked="f" strokeweight="2pt">
                  <w10:wrap anchorx="page" anchory="page"/>
                </v:rect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3B74" w:rsidRDefault="008C3B74" w:rsidP="00E55534">
      <w:r>
        <w:separator/>
      </w:r>
    </w:p>
  </w:footnote>
  <w:footnote w:type="continuationSeparator" w:id="0">
    <w:p w:rsidR="008C3B74" w:rsidRDefault="008C3B74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4"/>
      </w:rPr>
      <w:id w:val="1105004567"/>
      <w:lock w:val="sdtContentLocked"/>
    </w:sdtPr>
    <w:sdtEndPr/>
    <w:sdtContent>
      <w:p w:rsidR="00A171F4" w:rsidRPr="002E765F" w:rsidRDefault="00A171F4">
        <w:pPr>
          <w:pStyle w:val="Kopfzeile"/>
          <w:rPr>
            <w:noProof/>
            <w:sz w:val="14"/>
            <w:lang w:eastAsia="de-DE"/>
          </w:rPr>
        </w:pPr>
      </w:p>
      <w:tbl>
        <w:tblPr>
          <w:tblStyle w:val="Basic"/>
          <w:tblpPr w:vertAnchor="page" w:horzAnchor="page" w:tblpX="7287" w:tblpY="1379"/>
          <w:tblW w:w="0" w:type="auto"/>
          <w:tblLayout w:type="fixed"/>
          <w:tblLook w:val="04A0" w:firstRow="1" w:lastRow="0" w:firstColumn="1" w:lastColumn="0" w:noHBand="0" w:noVBand="1"/>
        </w:tblPr>
        <w:tblGrid>
          <w:gridCol w:w="3439"/>
        </w:tblGrid>
        <w:tr w:rsidR="00A171F4" w:rsidRPr="002E765F" w:rsidTr="00D166AC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trHeight w:hRule="exact" w:val="510"/>
          </w:trPr>
          <w:tc>
            <w:tcPr>
              <w:tcW w:w="3439" w:type="dxa"/>
            </w:tcPr>
            <w:p w:rsidR="00A171F4" w:rsidRPr="002E765F" w:rsidRDefault="00A171F4" w:rsidP="00D166AC">
              <w:pPr>
                <w:pStyle w:val="Titel"/>
                <w:jc w:val="right"/>
                <w:rPr>
                  <w:sz w:val="32"/>
                  <w:szCs w:val="34"/>
                </w:rPr>
              </w:pPr>
              <w:r w:rsidRPr="002E765F">
                <w:rPr>
                  <w:sz w:val="32"/>
                  <w:szCs w:val="34"/>
                </w:rPr>
                <w:t>PRESS</w:t>
              </w:r>
              <w:r>
                <w:rPr>
                  <w:sz w:val="32"/>
                  <w:szCs w:val="34"/>
                </w:rPr>
                <w:t xml:space="preserve"> </w:t>
              </w:r>
              <w:r w:rsidRPr="002E765F">
                <w:rPr>
                  <w:sz w:val="6"/>
                  <w:szCs w:val="2"/>
                </w:rPr>
                <w:t xml:space="preserve"> </w:t>
              </w:r>
              <w:r>
                <w:rPr>
                  <w:sz w:val="32"/>
                  <w:szCs w:val="34"/>
                </w:rPr>
                <w:t>R</w:t>
              </w:r>
              <w:r w:rsidRPr="002E765F">
                <w:rPr>
                  <w:sz w:val="32"/>
                  <w:szCs w:val="34"/>
                </w:rPr>
                <w:t>ELEASE</w:t>
              </w:r>
            </w:p>
          </w:tc>
        </w:tr>
      </w:tbl>
      <w:p w:rsidR="00A171F4" w:rsidRPr="002E765F" w:rsidRDefault="00A171F4">
        <w:pPr>
          <w:pStyle w:val="Kopfzeile"/>
          <w:rPr>
            <w:sz w:val="14"/>
          </w:rPr>
        </w:pPr>
        <w:r w:rsidRPr="002E765F">
          <w:rPr>
            <w:noProof/>
            <w:sz w:val="14"/>
            <w:lang w:eastAsia="de-DE"/>
          </w:rPr>
          <w:drawing>
            <wp:anchor distT="0" distB="0" distL="114300" distR="114300" simplePos="0" relativeHeight="251666432" behindDoc="0" locked="0" layoutInCell="1" allowOverlap="1" wp14:anchorId="2044D4A6" wp14:editId="0B9EB1C9">
              <wp:simplePos x="0" y="0"/>
              <wp:positionH relativeFrom="page">
                <wp:posOffset>5443855</wp:posOffset>
              </wp:positionH>
              <wp:positionV relativeFrom="page">
                <wp:posOffset>323850</wp:posOffset>
              </wp:positionV>
              <wp:extent cx="1360800" cy="64800"/>
              <wp:effectExtent l="0" t="0" r="0" b="0"/>
              <wp:wrapNone/>
              <wp:docPr id="10" name="Grafik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tgen-Claim_RGB.wmf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360800" cy="648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2E765F">
          <w:rPr>
            <w:noProof/>
            <w:sz w:val="14"/>
            <w:lang w:eastAsia="de-DE"/>
          </w:rPr>
          <w:drawing>
            <wp:anchor distT="0" distB="0" distL="114300" distR="114300" simplePos="0" relativeHeight="251664384" behindDoc="0" locked="0" layoutInCell="1" allowOverlap="1" wp14:anchorId="62171873" wp14:editId="2B11E8F7">
              <wp:simplePos x="0" y="0"/>
              <wp:positionH relativeFrom="page">
                <wp:posOffset>756285</wp:posOffset>
              </wp:positionH>
              <wp:positionV relativeFrom="page">
                <wp:posOffset>288290</wp:posOffset>
              </wp:positionV>
              <wp:extent cx="1605600" cy="288000"/>
              <wp:effectExtent l="0" t="0" r="0" b="0"/>
              <wp:wrapNone/>
              <wp:docPr id="9" name="Grafik 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gten Group.wmf"/>
                      <pic:cNvPicPr/>
                    </pic:nvPicPr>
                    <pic:blipFill>
                      <a:blip r:embed="rId2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605600" cy="288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2E765F">
          <w:rPr>
            <w:noProof/>
            <w:sz w:val="14"/>
            <w:lang w:eastAsia="de-DE"/>
          </w:rPr>
          <mc:AlternateContent>
            <mc:Choice Requires="wps">
              <w:drawing>
                <wp:anchor distT="0" distB="0" distL="114300" distR="114300" simplePos="0" relativeHeight="251668480" behindDoc="0" locked="0" layoutInCell="1" allowOverlap="1" wp14:anchorId="692328DD" wp14:editId="04E39E06">
                  <wp:simplePos x="0" y="0"/>
                  <wp:positionH relativeFrom="page">
                    <wp:posOffset>756285</wp:posOffset>
                  </wp:positionH>
                  <wp:positionV relativeFrom="page">
                    <wp:posOffset>702310</wp:posOffset>
                  </wp:positionV>
                  <wp:extent cx="6048000" cy="36000"/>
                  <wp:effectExtent l="0" t="0" r="0" b="2540"/>
                  <wp:wrapNone/>
                  <wp:docPr id="11" name="Rechteck 11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36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<w:pict>
                <v:rect w14:anchorId="5F8504B3" id="Rechteck 11" o:spid="_x0000_s1026" style="position:absolute;margin-left:59.55pt;margin-top:55.3pt;width:476.2pt;height:2.85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" fillcolor="#41535d [3215]" stroked="f" strokeweight="2pt">
                  <w10:wrap anchorx="page" anchory="page"/>
                </v:rect>
              </w:pict>
            </mc:Fallback>
          </mc:AlternateContent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80274487"/>
      <w:lock w:val="sdtContentLocked"/>
    </w:sdtPr>
    <w:sdtEndPr/>
    <w:sdtContent>
      <w:p w:rsidR="00A171F4" w:rsidRDefault="00A171F4">
        <w:pPr>
          <w:pStyle w:val="Kopfzeile"/>
        </w:pPr>
        <w:r>
          <w:rPr>
            <w:noProof/>
            <w:lang w:eastAsia="de-DE"/>
          </w:rPr>
          <mc:AlternateContent>
            <mc:Choice Requires="wps">
              <w:drawing>
                <wp:anchor distT="0" distB="0" distL="114300" distR="114300" simplePos="0" relativeHeight="251660288" behindDoc="0" locked="0" layoutInCell="1" allowOverlap="1" wp14:anchorId="6908BD20" wp14:editId="0F4C750E">
                  <wp:simplePos x="0" y="0"/>
                  <wp:positionH relativeFrom="page">
                    <wp:posOffset>756285</wp:posOffset>
                  </wp:positionH>
                  <wp:positionV relativeFrom="page">
                    <wp:posOffset>935990</wp:posOffset>
                  </wp:positionV>
                  <wp:extent cx="6048000" cy="36000"/>
                  <wp:effectExtent l="0" t="0" r="0" b="2540"/>
                  <wp:wrapNone/>
                  <wp:docPr id="5" name="Rechteck 5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36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<w:pict>
                <v:rect w14:anchorId="0D2C0B4B" id="Rechteck 5" o:spid="_x0000_s1026" style="position:absolute;margin-left:59.55pt;margin-top:73.7pt;width:476.2pt;height:2.8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" fillcolor="#41535d [3215]" stroked="f" strokeweight="2pt">
                  <w10:wrap anchorx="page" anchory="page"/>
                </v:rect>
              </w:pict>
            </mc:Fallback>
          </mc:AlternateContent>
        </w:r>
        <w:r>
          <w:rPr>
            <w:noProof/>
            <w:lang w:eastAsia="de-DE"/>
          </w:rPr>
          <w:drawing>
            <wp:anchor distT="0" distB="0" distL="114300" distR="114300" simplePos="0" relativeHeight="251659264" behindDoc="0" locked="0" layoutInCell="1" allowOverlap="1" wp14:anchorId="03335A4E" wp14:editId="641C08FF">
              <wp:simplePos x="0" y="0"/>
              <wp:positionH relativeFrom="page">
                <wp:posOffset>5328920</wp:posOffset>
              </wp:positionH>
              <wp:positionV relativeFrom="page">
                <wp:posOffset>421005</wp:posOffset>
              </wp:positionV>
              <wp:extent cx="1476000" cy="79200"/>
              <wp:effectExtent l="0" t="0" r="0" b="0"/>
              <wp:wrapNone/>
              <wp:docPr id="3" name="Grafik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tgen-Claim_RGB.wmf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476000" cy="792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>
          <w:rPr>
            <w:noProof/>
            <w:lang w:eastAsia="de-DE"/>
          </w:rPr>
          <w:drawing>
            <wp:anchor distT="0" distB="0" distL="114300" distR="114300" simplePos="0" relativeHeight="251658240" behindDoc="0" locked="0" layoutInCell="1" allowOverlap="1" wp14:anchorId="2292145B" wp14:editId="592398E2">
              <wp:simplePos x="0" y="0"/>
              <wp:positionH relativeFrom="page">
                <wp:posOffset>756285</wp:posOffset>
              </wp:positionH>
              <wp:positionV relativeFrom="page">
                <wp:posOffset>360045</wp:posOffset>
              </wp:positionV>
              <wp:extent cx="3290400" cy="360000"/>
              <wp:effectExtent l="0" t="0" r="0" b="2540"/>
              <wp:wrapNone/>
              <wp:docPr id="1" name="Grafik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gten Group.wmf"/>
                      <pic:cNvPicPr/>
                    </pic:nvPicPr>
                    <pic:blipFill>
                      <a:blip r:embed="rId2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290400" cy="360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499.85pt;height:1499.85pt" o:bullet="t">
        <v:imagedata r:id="rId1" o:title="AZ_04a"/>
      </v:shape>
    </w:pict>
  </w:numPicBullet>
  <w:numPicBullet w:numPicBulletId="1">
    <w:pict>
      <v:shape id="_x0000_i1030" type="#_x0000_t75" style="width:7.5pt;height:7.5pt" o:bullet="t">
        <v:imagedata r:id="rId2" o:title="aufzählung"/>
      </v:shape>
    </w:pict>
  </w:numPicBullet>
  <w:abstractNum w:abstractNumId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Theme="minorHAnsi" w:hAnsiTheme="minorHAnsi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Theme="minorHAnsi" w:hAnsiTheme="minorHAnsi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Theme="minorHAnsi" w:hAnsiTheme="minorHAnsi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Theme="minorHAnsi" w:hAnsiTheme="minorHAnsi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>
    <w:nsid w:val="24F46ADD"/>
    <w:multiLevelType w:val="multilevel"/>
    <w:tmpl w:val="B1A82EFC"/>
    <w:numStyleLink w:val="zzzThemen"/>
  </w:abstractNum>
  <w:abstractNum w:abstractNumId="4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Theme="minorHAnsi" w:hAnsiTheme="minorHAnsi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Theme="majorHAnsi" w:hAnsiTheme="majorHAnsi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6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Theme="minorHAnsi" w:hAnsiTheme="minorHAnsi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Theme="minorHAnsi" w:hAnsiTheme="minorHAnsi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7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8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Theme="majorHAnsi" w:hAnsiTheme="majorHAnsi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Theme="majorHAnsi" w:hAnsiTheme="majorHAnsi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8"/>
  </w:num>
  <w:num w:numId="2">
    <w:abstractNumId w:val="8"/>
  </w:num>
  <w:num w:numId="3">
    <w:abstractNumId w:val="8"/>
  </w:num>
  <w:num w:numId="4">
    <w:abstractNumId w:val="8"/>
  </w:num>
  <w:num w:numId="5">
    <w:abstractNumId w:val="8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5"/>
  </w:num>
  <w:num w:numId="12">
    <w:abstractNumId w:val="5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1"/>
  </w:num>
  <w:num w:numId="19">
    <w:abstractNumId w:val="3"/>
  </w:num>
  <w:num w:numId="20">
    <w:abstractNumId w:val="7"/>
  </w:num>
  <w:num w:numId="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Zimmermann Erik">
    <w15:presenceInfo w15:providerId="AD" w15:userId="S-1-5-21-1226716707-221458564-99485923-1899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3B74"/>
    <w:rsid w:val="00013073"/>
    <w:rsid w:val="00013162"/>
    <w:rsid w:val="00016233"/>
    <w:rsid w:val="000200ED"/>
    <w:rsid w:val="00026BBB"/>
    <w:rsid w:val="00027624"/>
    <w:rsid w:val="00042106"/>
    <w:rsid w:val="000434BC"/>
    <w:rsid w:val="0004638C"/>
    <w:rsid w:val="0005144C"/>
    <w:rsid w:val="00051FE3"/>
    <w:rsid w:val="0005285B"/>
    <w:rsid w:val="000569B3"/>
    <w:rsid w:val="00064A9A"/>
    <w:rsid w:val="00066D09"/>
    <w:rsid w:val="00090A09"/>
    <w:rsid w:val="0009665C"/>
    <w:rsid w:val="000A2BC1"/>
    <w:rsid w:val="000B1016"/>
    <w:rsid w:val="000B55A8"/>
    <w:rsid w:val="000D7A13"/>
    <w:rsid w:val="000E2697"/>
    <w:rsid w:val="000E43C1"/>
    <w:rsid w:val="00102959"/>
    <w:rsid w:val="00103205"/>
    <w:rsid w:val="0011257E"/>
    <w:rsid w:val="00115BF4"/>
    <w:rsid w:val="0012026F"/>
    <w:rsid w:val="00121515"/>
    <w:rsid w:val="0012415F"/>
    <w:rsid w:val="00132055"/>
    <w:rsid w:val="001420D2"/>
    <w:rsid w:val="0014376A"/>
    <w:rsid w:val="0014683F"/>
    <w:rsid w:val="00151FF6"/>
    <w:rsid w:val="00172662"/>
    <w:rsid w:val="001829EA"/>
    <w:rsid w:val="001A1A65"/>
    <w:rsid w:val="001B16BB"/>
    <w:rsid w:val="001B36BE"/>
    <w:rsid w:val="001B4B8C"/>
    <w:rsid w:val="001C55D0"/>
    <w:rsid w:val="001C7004"/>
    <w:rsid w:val="001D12A7"/>
    <w:rsid w:val="001D3F08"/>
    <w:rsid w:val="001F519E"/>
    <w:rsid w:val="001F6749"/>
    <w:rsid w:val="002034CA"/>
    <w:rsid w:val="00205915"/>
    <w:rsid w:val="00207260"/>
    <w:rsid w:val="00215350"/>
    <w:rsid w:val="00225DF4"/>
    <w:rsid w:val="00230BBD"/>
    <w:rsid w:val="00237B7A"/>
    <w:rsid w:val="00240D38"/>
    <w:rsid w:val="00244981"/>
    <w:rsid w:val="00252D1A"/>
    <w:rsid w:val="00253A2E"/>
    <w:rsid w:val="00256BFD"/>
    <w:rsid w:val="00260488"/>
    <w:rsid w:val="002626F9"/>
    <w:rsid w:val="00263359"/>
    <w:rsid w:val="00283453"/>
    <w:rsid w:val="002844EF"/>
    <w:rsid w:val="0028654A"/>
    <w:rsid w:val="0029634D"/>
    <w:rsid w:val="002A014D"/>
    <w:rsid w:val="002A56E4"/>
    <w:rsid w:val="002A635E"/>
    <w:rsid w:val="002B6F43"/>
    <w:rsid w:val="002C1B59"/>
    <w:rsid w:val="002E0551"/>
    <w:rsid w:val="002E703E"/>
    <w:rsid w:val="002E765F"/>
    <w:rsid w:val="002F108B"/>
    <w:rsid w:val="002F3952"/>
    <w:rsid w:val="002F6799"/>
    <w:rsid w:val="003016F3"/>
    <w:rsid w:val="0030178E"/>
    <w:rsid w:val="00313A91"/>
    <w:rsid w:val="003203AC"/>
    <w:rsid w:val="0032053C"/>
    <w:rsid w:val="00331BF6"/>
    <w:rsid w:val="0034191A"/>
    <w:rsid w:val="00343CC7"/>
    <w:rsid w:val="00346599"/>
    <w:rsid w:val="003744F6"/>
    <w:rsid w:val="00383920"/>
    <w:rsid w:val="00384A08"/>
    <w:rsid w:val="00393D4F"/>
    <w:rsid w:val="003A288E"/>
    <w:rsid w:val="003A72B2"/>
    <w:rsid w:val="003A753A"/>
    <w:rsid w:val="003B268A"/>
    <w:rsid w:val="003C1DE1"/>
    <w:rsid w:val="003D6F41"/>
    <w:rsid w:val="003E1CB6"/>
    <w:rsid w:val="003E22B4"/>
    <w:rsid w:val="003E3CF6"/>
    <w:rsid w:val="003E759F"/>
    <w:rsid w:val="003F54B5"/>
    <w:rsid w:val="0040020E"/>
    <w:rsid w:val="00400B53"/>
    <w:rsid w:val="00403373"/>
    <w:rsid w:val="00406C81"/>
    <w:rsid w:val="00412545"/>
    <w:rsid w:val="00413CDA"/>
    <w:rsid w:val="00430540"/>
    <w:rsid w:val="00430BB0"/>
    <w:rsid w:val="00432BBF"/>
    <w:rsid w:val="00435974"/>
    <w:rsid w:val="00436756"/>
    <w:rsid w:val="00456EC9"/>
    <w:rsid w:val="004631B3"/>
    <w:rsid w:val="00463D7D"/>
    <w:rsid w:val="004709F5"/>
    <w:rsid w:val="004733C4"/>
    <w:rsid w:val="00473BC9"/>
    <w:rsid w:val="00473E6A"/>
    <w:rsid w:val="00476F4D"/>
    <w:rsid w:val="00477CD9"/>
    <w:rsid w:val="00486856"/>
    <w:rsid w:val="00495E9D"/>
    <w:rsid w:val="004A69B1"/>
    <w:rsid w:val="004B0438"/>
    <w:rsid w:val="004B0A0D"/>
    <w:rsid w:val="004B1B09"/>
    <w:rsid w:val="004B2935"/>
    <w:rsid w:val="004E18DF"/>
    <w:rsid w:val="004E3CB4"/>
    <w:rsid w:val="004F0394"/>
    <w:rsid w:val="00505012"/>
    <w:rsid w:val="00505DD9"/>
    <w:rsid w:val="00505F70"/>
    <w:rsid w:val="00506409"/>
    <w:rsid w:val="00512F43"/>
    <w:rsid w:val="0051395B"/>
    <w:rsid w:val="00520D1A"/>
    <w:rsid w:val="00530E32"/>
    <w:rsid w:val="00541829"/>
    <w:rsid w:val="00550FA2"/>
    <w:rsid w:val="00551678"/>
    <w:rsid w:val="005531F2"/>
    <w:rsid w:val="005711A3"/>
    <w:rsid w:val="0057214C"/>
    <w:rsid w:val="00573B2B"/>
    <w:rsid w:val="00577E8F"/>
    <w:rsid w:val="005A31E1"/>
    <w:rsid w:val="005A4F04"/>
    <w:rsid w:val="005A5EEA"/>
    <w:rsid w:val="005B277D"/>
    <w:rsid w:val="005B3697"/>
    <w:rsid w:val="005B5793"/>
    <w:rsid w:val="006046C0"/>
    <w:rsid w:val="0063230F"/>
    <w:rsid w:val="006330A2"/>
    <w:rsid w:val="00642EB6"/>
    <w:rsid w:val="00646FB2"/>
    <w:rsid w:val="006569C1"/>
    <w:rsid w:val="006609DD"/>
    <w:rsid w:val="0068129C"/>
    <w:rsid w:val="00682E1D"/>
    <w:rsid w:val="0068433D"/>
    <w:rsid w:val="00684761"/>
    <w:rsid w:val="0069037A"/>
    <w:rsid w:val="0069380F"/>
    <w:rsid w:val="0069520F"/>
    <w:rsid w:val="006A68B3"/>
    <w:rsid w:val="006B73C9"/>
    <w:rsid w:val="006C0AA0"/>
    <w:rsid w:val="006C351A"/>
    <w:rsid w:val="006C6EED"/>
    <w:rsid w:val="006E6528"/>
    <w:rsid w:val="006F7602"/>
    <w:rsid w:val="0071704B"/>
    <w:rsid w:val="00722A17"/>
    <w:rsid w:val="0073797C"/>
    <w:rsid w:val="00740F1E"/>
    <w:rsid w:val="00755F77"/>
    <w:rsid w:val="007560E5"/>
    <w:rsid w:val="00757B83"/>
    <w:rsid w:val="007658CA"/>
    <w:rsid w:val="00766400"/>
    <w:rsid w:val="0077352A"/>
    <w:rsid w:val="00783C29"/>
    <w:rsid w:val="00791A69"/>
    <w:rsid w:val="00794830"/>
    <w:rsid w:val="00797CAA"/>
    <w:rsid w:val="007A3102"/>
    <w:rsid w:val="007B54F3"/>
    <w:rsid w:val="007C2658"/>
    <w:rsid w:val="007C3426"/>
    <w:rsid w:val="007D766C"/>
    <w:rsid w:val="007E20D0"/>
    <w:rsid w:val="007E2B68"/>
    <w:rsid w:val="007E4570"/>
    <w:rsid w:val="007F06F6"/>
    <w:rsid w:val="00806E54"/>
    <w:rsid w:val="00820315"/>
    <w:rsid w:val="00820838"/>
    <w:rsid w:val="00827272"/>
    <w:rsid w:val="0083083C"/>
    <w:rsid w:val="008410BB"/>
    <w:rsid w:val="00841E6E"/>
    <w:rsid w:val="00843B45"/>
    <w:rsid w:val="00847049"/>
    <w:rsid w:val="0085402C"/>
    <w:rsid w:val="00854C34"/>
    <w:rsid w:val="00863129"/>
    <w:rsid w:val="00866D23"/>
    <w:rsid w:val="00884CEF"/>
    <w:rsid w:val="0089030A"/>
    <w:rsid w:val="00897350"/>
    <w:rsid w:val="008A3793"/>
    <w:rsid w:val="008A5E50"/>
    <w:rsid w:val="008B1050"/>
    <w:rsid w:val="008C2DB2"/>
    <w:rsid w:val="008C2E57"/>
    <w:rsid w:val="008C3B74"/>
    <w:rsid w:val="008D4AE7"/>
    <w:rsid w:val="008D770E"/>
    <w:rsid w:val="008E41C8"/>
    <w:rsid w:val="008E48AE"/>
    <w:rsid w:val="0090337E"/>
    <w:rsid w:val="00916592"/>
    <w:rsid w:val="00933369"/>
    <w:rsid w:val="00933D41"/>
    <w:rsid w:val="009525F2"/>
    <w:rsid w:val="00960637"/>
    <w:rsid w:val="00966101"/>
    <w:rsid w:val="009A7DA0"/>
    <w:rsid w:val="009A7E90"/>
    <w:rsid w:val="009B7BFF"/>
    <w:rsid w:val="009C17E7"/>
    <w:rsid w:val="009C20C5"/>
    <w:rsid w:val="009C2378"/>
    <w:rsid w:val="009C46E5"/>
    <w:rsid w:val="009C4F6D"/>
    <w:rsid w:val="009D016F"/>
    <w:rsid w:val="009E251D"/>
    <w:rsid w:val="009E303F"/>
    <w:rsid w:val="009E40C2"/>
    <w:rsid w:val="009E7971"/>
    <w:rsid w:val="009F151F"/>
    <w:rsid w:val="009F4250"/>
    <w:rsid w:val="009F5048"/>
    <w:rsid w:val="00A073B4"/>
    <w:rsid w:val="00A171F4"/>
    <w:rsid w:val="00A20A3B"/>
    <w:rsid w:val="00A24EFC"/>
    <w:rsid w:val="00A26E61"/>
    <w:rsid w:val="00A37E9C"/>
    <w:rsid w:val="00A412A2"/>
    <w:rsid w:val="00A50EB7"/>
    <w:rsid w:val="00A5453B"/>
    <w:rsid w:val="00A57762"/>
    <w:rsid w:val="00A728BC"/>
    <w:rsid w:val="00A80677"/>
    <w:rsid w:val="00A87F9C"/>
    <w:rsid w:val="00A977CE"/>
    <w:rsid w:val="00AA5A6C"/>
    <w:rsid w:val="00AB1964"/>
    <w:rsid w:val="00AB2875"/>
    <w:rsid w:val="00AB6BAE"/>
    <w:rsid w:val="00AC03BB"/>
    <w:rsid w:val="00AC05A5"/>
    <w:rsid w:val="00AC7850"/>
    <w:rsid w:val="00AD131F"/>
    <w:rsid w:val="00AF3B3A"/>
    <w:rsid w:val="00AF6569"/>
    <w:rsid w:val="00B004D4"/>
    <w:rsid w:val="00B04B39"/>
    <w:rsid w:val="00B06265"/>
    <w:rsid w:val="00B13B65"/>
    <w:rsid w:val="00B14BA1"/>
    <w:rsid w:val="00B16E49"/>
    <w:rsid w:val="00B225F2"/>
    <w:rsid w:val="00B24783"/>
    <w:rsid w:val="00B32ACF"/>
    <w:rsid w:val="00B37AEB"/>
    <w:rsid w:val="00B4772A"/>
    <w:rsid w:val="00B504E9"/>
    <w:rsid w:val="00B5695F"/>
    <w:rsid w:val="00B671AD"/>
    <w:rsid w:val="00B80C9A"/>
    <w:rsid w:val="00B8250D"/>
    <w:rsid w:val="00B85C49"/>
    <w:rsid w:val="00B90F78"/>
    <w:rsid w:val="00BA14A5"/>
    <w:rsid w:val="00BB48AB"/>
    <w:rsid w:val="00BC2D81"/>
    <w:rsid w:val="00BC5813"/>
    <w:rsid w:val="00BC74E4"/>
    <w:rsid w:val="00BD1058"/>
    <w:rsid w:val="00BD20C9"/>
    <w:rsid w:val="00BD4F2A"/>
    <w:rsid w:val="00BE3AA1"/>
    <w:rsid w:val="00BE56EF"/>
    <w:rsid w:val="00BF1A22"/>
    <w:rsid w:val="00BF3BCF"/>
    <w:rsid w:val="00BF4A41"/>
    <w:rsid w:val="00BF56B2"/>
    <w:rsid w:val="00C03396"/>
    <w:rsid w:val="00C1451A"/>
    <w:rsid w:val="00C34B25"/>
    <w:rsid w:val="00C37B1F"/>
    <w:rsid w:val="00C457C3"/>
    <w:rsid w:val="00C644CA"/>
    <w:rsid w:val="00C73005"/>
    <w:rsid w:val="00C80114"/>
    <w:rsid w:val="00C80E86"/>
    <w:rsid w:val="00C85588"/>
    <w:rsid w:val="00C87527"/>
    <w:rsid w:val="00C962F8"/>
    <w:rsid w:val="00CB5359"/>
    <w:rsid w:val="00CC5766"/>
    <w:rsid w:val="00CD1667"/>
    <w:rsid w:val="00CE7925"/>
    <w:rsid w:val="00CF36C9"/>
    <w:rsid w:val="00CF4008"/>
    <w:rsid w:val="00CF5EBB"/>
    <w:rsid w:val="00D13D88"/>
    <w:rsid w:val="00D1423D"/>
    <w:rsid w:val="00D166AC"/>
    <w:rsid w:val="00D24067"/>
    <w:rsid w:val="00D31F68"/>
    <w:rsid w:val="00D35CD3"/>
    <w:rsid w:val="00D41DE8"/>
    <w:rsid w:val="00D60556"/>
    <w:rsid w:val="00D6268B"/>
    <w:rsid w:val="00D658B6"/>
    <w:rsid w:val="00D67598"/>
    <w:rsid w:val="00D73497"/>
    <w:rsid w:val="00D80E15"/>
    <w:rsid w:val="00D86763"/>
    <w:rsid w:val="00D92A20"/>
    <w:rsid w:val="00D94F4E"/>
    <w:rsid w:val="00DD280A"/>
    <w:rsid w:val="00DD345D"/>
    <w:rsid w:val="00DF5BC1"/>
    <w:rsid w:val="00DF6752"/>
    <w:rsid w:val="00E01C56"/>
    <w:rsid w:val="00E04F51"/>
    <w:rsid w:val="00E066D2"/>
    <w:rsid w:val="00E12861"/>
    <w:rsid w:val="00E14608"/>
    <w:rsid w:val="00E21E67"/>
    <w:rsid w:val="00E30EBF"/>
    <w:rsid w:val="00E32BAC"/>
    <w:rsid w:val="00E40781"/>
    <w:rsid w:val="00E45AA2"/>
    <w:rsid w:val="00E52D70"/>
    <w:rsid w:val="00E55534"/>
    <w:rsid w:val="00E55BE9"/>
    <w:rsid w:val="00E56DEB"/>
    <w:rsid w:val="00E62658"/>
    <w:rsid w:val="00E62EB7"/>
    <w:rsid w:val="00E84014"/>
    <w:rsid w:val="00E86149"/>
    <w:rsid w:val="00E86F0C"/>
    <w:rsid w:val="00E9063F"/>
    <w:rsid w:val="00E914D1"/>
    <w:rsid w:val="00E92BA4"/>
    <w:rsid w:val="00EA7D2E"/>
    <w:rsid w:val="00EC7DB5"/>
    <w:rsid w:val="00ED41C8"/>
    <w:rsid w:val="00F15918"/>
    <w:rsid w:val="00F20920"/>
    <w:rsid w:val="00F24A29"/>
    <w:rsid w:val="00F30B77"/>
    <w:rsid w:val="00F475BF"/>
    <w:rsid w:val="00F55F4D"/>
    <w:rsid w:val="00F56318"/>
    <w:rsid w:val="00F5783B"/>
    <w:rsid w:val="00F70D99"/>
    <w:rsid w:val="00F70DBC"/>
    <w:rsid w:val="00F73BC4"/>
    <w:rsid w:val="00F82525"/>
    <w:rsid w:val="00F97FEA"/>
    <w:rsid w:val="00FA7FCF"/>
    <w:rsid w:val="00FB1182"/>
    <w:rsid w:val="00FD3E91"/>
    <w:rsid w:val="00FE0A82"/>
    <w:rsid w:val="00FF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560156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6"/>
        <w:szCs w:val="16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unhideWhenUsed="0" w:qFormat="1"/>
    <w:lsdException w:name="heading 6" w:uiPriority="9" w:unhideWhenUsed="0" w:qFormat="1"/>
    <w:lsdException w:name="heading 7" w:uiPriority="9" w:unhideWhenUsed="0" w:qFormat="1"/>
    <w:lsdException w:name="heading 8" w:uiPriority="9" w:unhideWhenUsed="0" w:qFormat="1"/>
    <w:lsdException w:name="heading 9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8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semiHidden/>
    <w:qFormat/>
    <w:rsid w:val="00B5695F"/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Theme="majorEastAsia" w:cstheme="majorBidi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asciiTheme="majorHAnsi" w:eastAsiaTheme="majorEastAsia" w:hAnsiTheme="majorHAnsi" w:cstheme="majorBidi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asciiTheme="majorHAnsi" w:eastAsiaTheme="majorEastAsia" w:hAnsiTheme="majorHAnsi" w:cstheme="majorBidi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asciiTheme="majorHAnsi" w:eastAsiaTheme="majorEastAsia" w:hAnsiTheme="majorHAnsi" w:cstheme="majorBidi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rPr>
      <w:szCs w:val="20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basedOn w:val="Absatz-Standardschriftart"/>
    <w:link w:val="berschrift1"/>
    <w:uiPriority w:val="9"/>
    <w:rsid w:val="00A171F4"/>
    <w:rPr>
      <w:rFonts w:eastAsiaTheme="majorEastAsia" w:cstheme="majorBidi"/>
      <w:b/>
      <w:sz w:val="40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E765F"/>
    <w:rPr>
      <w:rFonts w:asciiTheme="majorHAnsi" w:eastAsiaTheme="majorEastAsia" w:hAnsiTheme="majorHAnsi" w:cstheme="majorBidi"/>
      <w:b/>
      <w:sz w:val="22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E765F"/>
    <w:rPr>
      <w:rFonts w:asciiTheme="majorHAnsi" w:eastAsiaTheme="majorEastAsia" w:hAnsiTheme="majorHAnsi" w:cstheme="majorBidi"/>
      <w:b/>
      <w:sz w:val="20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2E765F"/>
    <w:rPr>
      <w:rFonts w:asciiTheme="majorHAnsi" w:eastAsiaTheme="majorEastAsia" w:hAnsiTheme="majorHAnsi" w:cstheme="majorBidi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 w:themeColor="text2"/>
      <w:sz w:val="18"/>
    </w:rPr>
  </w:style>
  <w:style w:type="character" w:customStyle="1" w:styleId="FuzeileZchn">
    <w:name w:val="Fußzeile Zchn"/>
    <w:basedOn w:val="Absatz-Standardschriftart"/>
    <w:link w:val="Fuzeile"/>
    <w:uiPriority w:val="99"/>
    <w:rsid w:val="00642EB6"/>
    <w:rPr>
      <w:color w:val="41535D" w:themeColor="text2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843B45"/>
    <w:pPr>
      <w:spacing w:line="600" w:lineRule="exact"/>
      <w:contextualSpacing/>
    </w:pPr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customStyle="1" w:styleId="TitelZchn">
    <w:name w:val="Titel Zchn"/>
    <w:basedOn w:val="Absatz-Standardschriftart"/>
    <w:link w:val="Titel"/>
    <w:rsid w:val="00843B45"/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styleId="Hervorhebung">
    <w:name w:val="Emphasis"/>
    <w:basedOn w:val="Absatz-Standardschriftart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character" w:customStyle="1" w:styleId="UntertitelZchn">
    <w:name w:val="Untertitel Zchn"/>
    <w:basedOn w:val="Absatz-Standardschriftart"/>
    <w:link w:val="Untertitel"/>
    <w:rsid w:val="00843B45"/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styleId="Listenabsatz">
    <w:name w:val="List Paragraph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basedOn w:val="Absatz-Standardschriftart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styleId="SchwacheHervorhebung">
    <w:name w:val="Subtle Emphasis"/>
    <w:basedOn w:val="Absatz-Standardschriftart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B5695F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B5695F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B5695F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 w:themeColor="text2"/>
        <w:bottom w:val="single" w:sz="2" w:space="0" w:color="41535D" w:themeColor="text2"/>
        <w:right w:val="single" w:sz="2" w:space="0" w:color="41535D" w:themeColor="text2"/>
        <w:insideH w:val="single" w:sz="2" w:space="0" w:color="41535D" w:themeColor="text2"/>
        <w:insideV w:val="single" w:sz="2" w:space="0" w:color="41535D" w:themeColor="text2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 w:themeColor="background1"/>
      </w:rPr>
      <w:tblPr/>
      <w:tcPr>
        <w:tcBorders>
          <w:top w:val="single" w:sz="2" w:space="0" w:color="FFFFFF" w:themeColor="background1"/>
          <w:left w:val="single" w:sz="2" w:space="0" w:color="41535D" w:themeColor="text2"/>
          <w:bottom w:val="single" w:sz="2" w:space="0" w:color="FFFFFF" w:themeColor="background1"/>
          <w:right w:val="single" w:sz="2" w:space="0" w:color="41535D" w:themeColor="text2"/>
          <w:insideH w:val="single" w:sz="2" w:space="0" w:color="FFFFFF" w:themeColor="background1"/>
          <w:insideV w:val="single" w:sz="2" w:space="0" w:color="FFFFFF" w:themeColor="background1"/>
          <w:tl2br w:val="nil"/>
          <w:tr2bl w:val="nil"/>
        </w:tcBorders>
        <w:shd w:val="clear" w:color="auto" w:fill="41535D" w:themeFill="text2"/>
      </w:tcPr>
    </w:tblStylePr>
    <w:tblStylePr w:type="lastRow">
      <w:rPr>
        <w:b/>
      </w:rPr>
      <w:tblPr/>
      <w:tcPr>
        <w:tcBorders>
          <w:top w:val="single" w:sz="4" w:space="0" w:color="41535D" w:themeColor="text1"/>
          <w:bottom w:val="single" w:sz="4" w:space="0" w:color="41535D" w:themeColor="text1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 w:themeColor="text1"/>
      <w:szCs w:val="18"/>
    </w:rPr>
  </w:style>
  <w:style w:type="paragraph" w:styleId="Inhaltsverzeichnisberschrift">
    <w:name w:val="TOC Heading"/>
    <w:basedOn w:val="berschrift1"/>
    <w:next w:val="Standard"/>
    <w:uiPriority w:val="39"/>
    <w:qFormat/>
    <w:rsid w:val="00BD1058"/>
    <w:pPr>
      <w:spacing w:line="240" w:lineRule="auto"/>
      <w:outlineLvl w:val="9"/>
    </w:pPr>
    <w:rPr>
      <w:rFonts w:asciiTheme="majorHAnsi" w:hAnsiTheme="majorHAnsi"/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basedOn w:val="Absatz-Standardschriftart"/>
    <w:uiPriority w:val="99"/>
    <w:unhideWhenUsed/>
    <w:rsid w:val="00BD1058"/>
    <w:rPr>
      <w:color w:val="41535D" w:themeColor="hyperlink"/>
      <w:u w:val="single"/>
    </w:rPr>
  </w:style>
  <w:style w:type="character" w:styleId="Platzhaltertext">
    <w:name w:val="Placeholder Text"/>
    <w:basedOn w:val="Absatz-Standardschriftart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E04F5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E04F51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E04F51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E04F5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E04F51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6"/>
        <w:szCs w:val="16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unhideWhenUsed="0" w:qFormat="1"/>
    <w:lsdException w:name="heading 6" w:uiPriority="9" w:unhideWhenUsed="0" w:qFormat="1"/>
    <w:lsdException w:name="heading 7" w:uiPriority="9" w:unhideWhenUsed="0" w:qFormat="1"/>
    <w:lsdException w:name="heading 8" w:uiPriority="9" w:unhideWhenUsed="0" w:qFormat="1"/>
    <w:lsdException w:name="heading 9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8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semiHidden/>
    <w:qFormat/>
    <w:rsid w:val="00B5695F"/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Theme="majorEastAsia" w:cstheme="majorBidi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asciiTheme="majorHAnsi" w:eastAsiaTheme="majorEastAsia" w:hAnsiTheme="majorHAnsi" w:cstheme="majorBidi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asciiTheme="majorHAnsi" w:eastAsiaTheme="majorEastAsia" w:hAnsiTheme="majorHAnsi" w:cstheme="majorBidi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asciiTheme="majorHAnsi" w:eastAsiaTheme="majorEastAsia" w:hAnsiTheme="majorHAnsi" w:cstheme="majorBidi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rPr>
      <w:szCs w:val="20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basedOn w:val="Absatz-Standardschriftart"/>
    <w:link w:val="berschrift1"/>
    <w:uiPriority w:val="9"/>
    <w:rsid w:val="00A171F4"/>
    <w:rPr>
      <w:rFonts w:eastAsiaTheme="majorEastAsia" w:cstheme="majorBidi"/>
      <w:b/>
      <w:sz w:val="40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E765F"/>
    <w:rPr>
      <w:rFonts w:asciiTheme="majorHAnsi" w:eastAsiaTheme="majorEastAsia" w:hAnsiTheme="majorHAnsi" w:cstheme="majorBidi"/>
      <w:b/>
      <w:sz w:val="22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E765F"/>
    <w:rPr>
      <w:rFonts w:asciiTheme="majorHAnsi" w:eastAsiaTheme="majorEastAsia" w:hAnsiTheme="majorHAnsi" w:cstheme="majorBidi"/>
      <w:b/>
      <w:sz w:val="20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2E765F"/>
    <w:rPr>
      <w:rFonts w:asciiTheme="majorHAnsi" w:eastAsiaTheme="majorEastAsia" w:hAnsiTheme="majorHAnsi" w:cstheme="majorBidi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 w:themeColor="text2"/>
      <w:sz w:val="18"/>
    </w:rPr>
  </w:style>
  <w:style w:type="character" w:customStyle="1" w:styleId="FuzeileZchn">
    <w:name w:val="Fußzeile Zchn"/>
    <w:basedOn w:val="Absatz-Standardschriftart"/>
    <w:link w:val="Fuzeile"/>
    <w:uiPriority w:val="99"/>
    <w:rsid w:val="00642EB6"/>
    <w:rPr>
      <w:color w:val="41535D" w:themeColor="text2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843B45"/>
    <w:pPr>
      <w:spacing w:line="600" w:lineRule="exact"/>
      <w:contextualSpacing/>
    </w:pPr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customStyle="1" w:styleId="TitelZchn">
    <w:name w:val="Titel Zchn"/>
    <w:basedOn w:val="Absatz-Standardschriftart"/>
    <w:link w:val="Titel"/>
    <w:rsid w:val="00843B45"/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styleId="Hervorhebung">
    <w:name w:val="Emphasis"/>
    <w:basedOn w:val="Absatz-Standardschriftart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character" w:customStyle="1" w:styleId="UntertitelZchn">
    <w:name w:val="Untertitel Zchn"/>
    <w:basedOn w:val="Absatz-Standardschriftart"/>
    <w:link w:val="Untertitel"/>
    <w:rsid w:val="00843B45"/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styleId="Listenabsatz">
    <w:name w:val="List Paragraph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basedOn w:val="Absatz-Standardschriftart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styleId="SchwacheHervorhebung">
    <w:name w:val="Subtle Emphasis"/>
    <w:basedOn w:val="Absatz-Standardschriftart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B5695F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B5695F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B5695F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 w:themeColor="text2"/>
        <w:bottom w:val="single" w:sz="2" w:space="0" w:color="41535D" w:themeColor="text2"/>
        <w:right w:val="single" w:sz="2" w:space="0" w:color="41535D" w:themeColor="text2"/>
        <w:insideH w:val="single" w:sz="2" w:space="0" w:color="41535D" w:themeColor="text2"/>
        <w:insideV w:val="single" w:sz="2" w:space="0" w:color="41535D" w:themeColor="text2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 w:themeColor="background1"/>
      </w:rPr>
      <w:tblPr/>
      <w:tcPr>
        <w:tcBorders>
          <w:top w:val="single" w:sz="2" w:space="0" w:color="FFFFFF" w:themeColor="background1"/>
          <w:left w:val="single" w:sz="2" w:space="0" w:color="41535D" w:themeColor="text2"/>
          <w:bottom w:val="single" w:sz="2" w:space="0" w:color="FFFFFF" w:themeColor="background1"/>
          <w:right w:val="single" w:sz="2" w:space="0" w:color="41535D" w:themeColor="text2"/>
          <w:insideH w:val="single" w:sz="2" w:space="0" w:color="FFFFFF" w:themeColor="background1"/>
          <w:insideV w:val="single" w:sz="2" w:space="0" w:color="FFFFFF" w:themeColor="background1"/>
          <w:tl2br w:val="nil"/>
          <w:tr2bl w:val="nil"/>
        </w:tcBorders>
        <w:shd w:val="clear" w:color="auto" w:fill="41535D" w:themeFill="text2"/>
      </w:tcPr>
    </w:tblStylePr>
    <w:tblStylePr w:type="lastRow">
      <w:rPr>
        <w:b/>
      </w:rPr>
      <w:tblPr/>
      <w:tcPr>
        <w:tcBorders>
          <w:top w:val="single" w:sz="4" w:space="0" w:color="41535D" w:themeColor="text1"/>
          <w:bottom w:val="single" w:sz="4" w:space="0" w:color="41535D" w:themeColor="text1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 w:themeColor="text1"/>
      <w:szCs w:val="18"/>
    </w:rPr>
  </w:style>
  <w:style w:type="paragraph" w:styleId="Inhaltsverzeichnisberschrift">
    <w:name w:val="TOC Heading"/>
    <w:basedOn w:val="berschrift1"/>
    <w:next w:val="Standard"/>
    <w:uiPriority w:val="39"/>
    <w:qFormat/>
    <w:rsid w:val="00BD1058"/>
    <w:pPr>
      <w:spacing w:line="240" w:lineRule="auto"/>
      <w:outlineLvl w:val="9"/>
    </w:pPr>
    <w:rPr>
      <w:rFonts w:asciiTheme="majorHAnsi" w:hAnsiTheme="majorHAnsi"/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basedOn w:val="Absatz-Standardschriftart"/>
    <w:uiPriority w:val="99"/>
    <w:unhideWhenUsed/>
    <w:rsid w:val="00BD1058"/>
    <w:rPr>
      <w:color w:val="41535D" w:themeColor="hyperlink"/>
      <w:u w:val="single"/>
    </w:rPr>
  </w:style>
  <w:style w:type="character" w:styleId="Platzhaltertext">
    <w:name w:val="Placeholder Text"/>
    <w:basedOn w:val="Absatz-Standardschriftart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E04F5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E04F51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E04F51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E04F5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E04F5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4.jpeg"/><Relationship Id="rId19" Type="http://schemas.microsoft.com/office/2011/relationships/commentsExtended" Target="commentsExtended.xml"/><Relationship Id="rId4" Type="http://schemas.microsoft.com/office/2007/relationships/stylesWithEffects" Target="stylesWithEffects.xml"/><Relationship Id="rId9" Type="http://schemas.openxmlformats.org/officeDocument/2006/relationships/image" Target="media/image3.jpe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wmf"/><Relationship Id="rId1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8.wmf"/><Relationship Id="rId1" Type="http://schemas.openxmlformats.org/officeDocument/2006/relationships/image" Target="media/image7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ilinnemannm\AppData\Roaming\Microsoft\Templates\PR_WIRTGEN%20GmbH_Vorlage.dotx" TargetMode="External"/></Relationships>
</file>

<file path=word/theme/theme1.xml><?xml version="1.0" encoding="utf-8"?>
<a:theme xmlns:a="http://schemas.openxmlformats.org/drawingml/2006/main" name="Office Theme">
  <a:themeElements>
    <a:clrScheme name="Wirtgen_Wirtgen">
      <a:dk1>
        <a:srgbClr val="41535D"/>
      </a:dk1>
      <a:lt1>
        <a:sysClr val="window" lastClr="FFFFFF"/>
      </a:lt1>
      <a:dk2>
        <a:srgbClr val="41535D"/>
      </a:dk2>
      <a:lt2>
        <a:srgbClr val="ADB2B6"/>
      </a:lt2>
      <a:accent1>
        <a:srgbClr val="5C666F"/>
      </a:accent1>
      <a:accent2>
        <a:srgbClr val="7C848C"/>
      </a:accent2>
      <a:accent3>
        <a:srgbClr val="9DA3A8"/>
      </a:accent3>
      <a:accent4>
        <a:srgbClr val="BDC1C5"/>
      </a:accent4>
      <a:accent5>
        <a:srgbClr val="DEE0E2"/>
      </a:accent5>
      <a:accent6>
        <a:srgbClr val="EEEFF0"/>
      </a:accent6>
      <a:hlink>
        <a:srgbClr val="41535D"/>
      </a:hlink>
      <a:folHlink>
        <a:srgbClr val="9DA3A8"/>
      </a:folHlink>
    </a:clrScheme>
    <a:fontScheme name="Wirtgen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tx2"/>
        </a:solidFill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15AC86-D198-4671-B5B8-8A51166E97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PR_WIRTGEN GmbH_Vorlage</Template>
  <TotalTime>0</TotalTime>
  <Pages>3</Pages>
  <Words>619</Words>
  <Characters>3902</Characters>
  <Application>Microsoft Office Word</Application>
  <DocSecurity>0</DocSecurity>
  <Lines>32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Wirtgen GmbH</Company>
  <LinksUpToDate>false</LinksUpToDate>
  <CharactersWithSpaces>4512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Linnemann Mario</dc:creator>
  <cp:lastModifiedBy>Linnemann Mario</cp:lastModifiedBy>
  <cp:revision>4</cp:revision>
  <dcterms:created xsi:type="dcterms:W3CDTF">2019-02-26T10:34:00Z</dcterms:created>
  <dcterms:modified xsi:type="dcterms:W3CDTF">2019-03-12T17:25:00Z</dcterms:modified>
</cp:coreProperties>
</file>